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98B07" w14:textId="77777777" w:rsidR="00F05E85" w:rsidRDefault="00F05E85" w:rsidP="00E609A6">
      <w:pPr>
        <w:tabs>
          <w:tab w:val="left" w:pos="5490"/>
        </w:tabs>
        <w:spacing w:before="100" w:after="100" w:line="20" w:lineRule="atLeast"/>
        <w:jc w:val="right"/>
        <w:rPr>
          <w:rFonts w:asciiTheme="minorHAnsi" w:hAnsiTheme="minorHAnsi" w:cstheme="minorHAnsi"/>
          <w:sz w:val="20"/>
        </w:rPr>
      </w:pPr>
    </w:p>
    <w:p w14:paraId="66BF58EB" w14:textId="76909745" w:rsidR="00275168" w:rsidRPr="00E609A6" w:rsidRDefault="008B043C" w:rsidP="00E609A6">
      <w:pPr>
        <w:tabs>
          <w:tab w:val="left" w:pos="5490"/>
        </w:tabs>
        <w:spacing w:before="100" w:after="100" w:line="20" w:lineRule="atLeast"/>
        <w:jc w:val="righ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Wola Grzymalina</w:t>
      </w:r>
      <w:r w:rsidR="006F707F" w:rsidRPr="00E609A6">
        <w:rPr>
          <w:rFonts w:asciiTheme="minorHAnsi" w:hAnsiTheme="minorHAnsi" w:cstheme="minorHAnsi"/>
          <w:sz w:val="20"/>
        </w:rPr>
        <w:t>,</w:t>
      </w:r>
      <w:r w:rsidR="00F05E85">
        <w:rPr>
          <w:rFonts w:asciiTheme="minorHAnsi" w:hAnsiTheme="minorHAnsi" w:cstheme="minorHAnsi"/>
          <w:sz w:val="20"/>
        </w:rPr>
        <w:t xml:space="preserve"> dnia</w:t>
      </w:r>
      <w:r w:rsidR="006F707F" w:rsidRPr="00E609A6">
        <w:rPr>
          <w:rFonts w:asciiTheme="minorHAnsi" w:hAnsiTheme="minorHAnsi" w:cstheme="minorHAnsi"/>
          <w:sz w:val="20"/>
        </w:rPr>
        <w:t xml:space="preserve"> </w:t>
      </w:r>
      <w:r w:rsidR="00F05E85">
        <w:rPr>
          <w:rFonts w:asciiTheme="minorHAnsi" w:hAnsiTheme="minorHAnsi" w:cstheme="minorHAnsi"/>
          <w:sz w:val="20"/>
        </w:rPr>
        <w:t>…………………</w:t>
      </w:r>
      <w:r w:rsidR="006F707F" w:rsidRPr="00E609A6">
        <w:rPr>
          <w:rFonts w:asciiTheme="minorHAnsi" w:hAnsiTheme="minorHAnsi" w:cstheme="minorHAnsi"/>
          <w:sz w:val="20"/>
        </w:rPr>
        <w:t>.</w:t>
      </w:r>
    </w:p>
    <w:p w14:paraId="7A856619" w14:textId="77777777" w:rsidR="00F05E85" w:rsidRDefault="00F05E85" w:rsidP="00E609A6">
      <w:pPr>
        <w:spacing w:before="100" w:after="100" w:line="20" w:lineRule="atLeast"/>
        <w:ind w:left="426" w:hanging="426"/>
        <w:rPr>
          <w:rFonts w:asciiTheme="minorHAnsi" w:hAnsiTheme="minorHAnsi" w:cstheme="minorHAnsi"/>
          <w:b/>
          <w:sz w:val="20"/>
        </w:rPr>
      </w:pPr>
    </w:p>
    <w:p w14:paraId="17CEA582" w14:textId="13AD4D91" w:rsidR="004161A0" w:rsidRPr="00E609A6" w:rsidRDefault="004161A0" w:rsidP="00E609A6">
      <w:pPr>
        <w:spacing w:before="100" w:after="100" w:line="20" w:lineRule="atLeast"/>
        <w:ind w:left="426" w:hanging="426"/>
        <w:rPr>
          <w:rFonts w:asciiTheme="minorHAnsi" w:hAnsiTheme="minorHAnsi" w:cstheme="minorHAnsi"/>
          <w:b/>
          <w:sz w:val="20"/>
        </w:rPr>
      </w:pPr>
      <w:r w:rsidRPr="00E609A6">
        <w:rPr>
          <w:rFonts w:asciiTheme="minorHAnsi" w:hAnsiTheme="minorHAnsi" w:cstheme="minorHAnsi"/>
          <w:b/>
          <w:sz w:val="20"/>
        </w:rPr>
        <w:t>Zamawiający:</w:t>
      </w:r>
    </w:p>
    <w:p w14:paraId="7B43ADF9" w14:textId="77777777" w:rsidR="004161A0" w:rsidRPr="00E609A6" w:rsidRDefault="004161A0" w:rsidP="00E609A6">
      <w:pPr>
        <w:spacing w:before="100" w:after="100" w:line="20" w:lineRule="atLeast"/>
        <w:ind w:left="425" w:hanging="425"/>
        <w:rPr>
          <w:rFonts w:asciiTheme="minorHAnsi" w:hAnsiTheme="minorHAnsi" w:cstheme="minorHAnsi"/>
          <w:b/>
          <w:sz w:val="20"/>
        </w:rPr>
      </w:pPr>
      <w:r w:rsidRPr="00E609A6">
        <w:rPr>
          <w:rFonts w:asciiTheme="minorHAnsi" w:hAnsiTheme="minorHAnsi" w:cstheme="minorHAnsi"/>
          <w:b/>
          <w:sz w:val="20"/>
        </w:rPr>
        <w:t>PGE Górnictwo i Energetyka Konwencjonalna S.A.</w:t>
      </w:r>
    </w:p>
    <w:p w14:paraId="18EB0BFF" w14:textId="1C0EB508" w:rsidR="004161A0" w:rsidRPr="00E609A6" w:rsidRDefault="004161A0" w:rsidP="00E609A6">
      <w:pPr>
        <w:spacing w:before="100" w:after="100" w:line="20" w:lineRule="atLeast"/>
        <w:ind w:left="425" w:hanging="425"/>
        <w:rPr>
          <w:rFonts w:asciiTheme="minorHAnsi" w:hAnsiTheme="minorHAnsi" w:cstheme="minorHAnsi"/>
          <w:b/>
          <w:sz w:val="20"/>
        </w:rPr>
      </w:pPr>
      <w:r w:rsidRPr="00E609A6">
        <w:rPr>
          <w:rFonts w:asciiTheme="minorHAnsi" w:hAnsiTheme="minorHAnsi" w:cstheme="minorHAnsi"/>
          <w:sz w:val="20"/>
        </w:rPr>
        <w:t>ul. Węglowa 5, 97-400 Bełchatów</w:t>
      </w:r>
    </w:p>
    <w:p w14:paraId="329EDDBC" w14:textId="1D67BC65" w:rsidR="00F05E85" w:rsidRDefault="004161A0" w:rsidP="00AE7298">
      <w:pPr>
        <w:spacing w:before="100" w:after="100" w:line="20" w:lineRule="atLeast"/>
        <w:rPr>
          <w:rFonts w:asciiTheme="minorHAnsi" w:eastAsiaTheme="minorEastAsia" w:hAnsiTheme="minorHAnsi" w:cstheme="minorHAnsi"/>
          <w:b/>
          <w:bCs/>
          <w:sz w:val="20"/>
        </w:rPr>
      </w:pPr>
      <w:r w:rsidRPr="00E609A6">
        <w:rPr>
          <w:rFonts w:asciiTheme="minorHAnsi" w:hAnsiTheme="minorHAnsi" w:cstheme="minorHAnsi"/>
          <w:sz w:val="20"/>
        </w:rPr>
        <w:t>NIP: 769-050-24-95</w:t>
      </w:r>
      <w:r w:rsidR="004C625B" w:rsidRPr="00E609A6">
        <w:rPr>
          <w:rFonts w:asciiTheme="minorHAnsi" w:eastAsiaTheme="minorEastAsia" w:hAnsiTheme="minorHAnsi" w:cstheme="minorHAnsi"/>
          <w:b/>
          <w:bCs/>
          <w:sz w:val="20"/>
        </w:rPr>
        <w:t xml:space="preserve"> </w:t>
      </w:r>
    </w:p>
    <w:p w14:paraId="1CBC5A13" w14:textId="5DCA3D4F" w:rsidR="004C625B" w:rsidRDefault="004C625B" w:rsidP="00E609A6">
      <w:pPr>
        <w:spacing w:before="100" w:after="100" w:line="20" w:lineRule="atLeast"/>
        <w:jc w:val="right"/>
        <w:rPr>
          <w:rFonts w:asciiTheme="minorHAnsi" w:eastAsiaTheme="minorEastAsia" w:hAnsiTheme="minorHAnsi" w:cstheme="minorHAnsi"/>
          <w:b/>
          <w:bCs/>
          <w:sz w:val="20"/>
        </w:rPr>
      </w:pPr>
      <w:r w:rsidRPr="00E609A6">
        <w:rPr>
          <w:rFonts w:asciiTheme="minorHAnsi" w:eastAsiaTheme="minorEastAsia" w:hAnsiTheme="minorHAnsi" w:cstheme="minorHAnsi"/>
          <w:b/>
          <w:bCs/>
          <w:sz w:val="20"/>
        </w:rPr>
        <w:t>Wykonawca:</w:t>
      </w:r>
    </w:p>
    <w:p w14:paraId="76D1CA03" w14:textId="3103C7F2" w:rsidR="003C4693" w:rsidRPr="004C1A65" w:rsidRDefault="008B043C" w:rsidP="00E609A6">
      <w:pPr>
        <w:spacing w:before="100" w:after="100" w:line="20" w:lineRule="atLeast"/>
        <w:jc w:val="right"/>
        <w:rPr>
          <w:rFonts w:asciiTheme="minorHAnsi" w:eastAsiaTheme="minorEastAsia" w:hAnsiTheme="minorHAnsi" w:cstheme="minorHAnsi"/>
          <w:b/>
          <w:bCs/>
          <w:sz w:val="20"/>
          <w:lang w:val="en-GB"/>
        </w:rPr>
      </w:pPr>
      <w:r>
        <w:rPr>
          <w:rFonts w:asciiTheme="minorHAnsi" w:eastAsiaTheme="minorEastAsia" w:hAnsiTheme="minorHAnsi" w:cstheme="minorHAnsi"/>
          <w:b/>
          <w:bCs/>
          <w:sz w:val="20"/>
          <w:lang w:val="en-GB"/>
        </w:rPr>
        <w:t>………………………………….</w:t>
      </w:r>
      <w:r w:rsidR="003C4693" w:rsidRPr="004C1A65">
        <w:rPr>
          <w:rFonts w:asciiTheme="minorHAnsi" w:eastAsiaTheme="minorEastAsia" w:hAnsiTheme="minorHAnsi" w:cstheme="minorHAnsi"/>
          <w:b/>
          <w:bCs/>
          <w:sz w:val="20"/>
          <w:lang w:val="en-GB"/>
        </w:rPr>
        <w:t xml:space="preserve"> </w:t>
      </w:r>
    </w:p>
    <w:p w14:paraId="4E348F08" w14:textId="7C211AB9" w:rsidR="003C4693" w:rsidRDefault="008B043C" w:rsidP="00E609A6">
      <w:pPr>
        <w:spacing w:before="100" w:after="100" w:line="20" w:lineRule="atLeast"/>
        <w:jc w:val="right"/>
        <w:rPr>
          <w:rFonts w:asciiTheme="minorHAnsi" w:eastAsiaTheme="minorEastAsia" w:hAnsiTheme="minorHAnsi" w:cstheme="minorHAnsi"/>
          <w:b/>
          <w:bCs/>
          <w:sz w:val="20"/>
        </w:rPr>
      </w:pPr>
      <w:r>
        <w:rPr>
          <w:rFonts w:asciiTheme="minorHAnsi" w:eastAsiaTheme="minorEastAsia" w:hAnsiTheme="minorHAnsi" w:cstheme="minorHAnsi"/>
          <w:b/>
          <w:bCs/>
          <w:sz w:val="20"/>
        </w:rPr>
        <w:t>…………………………………</w:t>
      </w:r>
      <w:r w:rsidR="003C4693" w:rsidRPr="003C4693">
        <w:rPr>
          <w:rFonts w:asciiTheme="minorHAnsi" w:eastAsiaTheme="minorEastAsia" w:hAnsiTheme="minorHAnsi" w:cstheme="minorHAnsi"/>
          <w:b/>
          <w:bCs/>
          <w:sz w:val="20"/>
        </w:rPr>
        <w:t xml:space="preserve"> </w:t>
      </w:r>
    </w:p>
    <w:p w14:paraId="363E1639" w14:textId="3ACBB755" w:rsidR="003C4693" w:rsidRDefault="008B043C" w:rsidP="00E609A6">
      <w:pPr>
        <w:spacing w:before="100" w:after="100" w:line="20" w:lineRule="atLeast"/>
        <w:jc w:val="right"/>
        <w:rPr>
          <w:rFonts w:asciiTheme="minorHAnsi" w:eastAsiaTheme="minorEastAsia" w:hAnsiTheme="minorHAnsi" w:cstheme="minorHAnsi"/>
          <w:b/>
          <w:bCs/>
          <w:sz w:val="20"/>
        </w:rPr>
      </w:pPr>
      <w:r>
        <w:rPr>
          <w:rFonts w:asciiTheme="minorHAnsi" w:eastAsiaTheme="minorEastAsia" w:hAnsiTheme="minorHAnsi" w:cstheme="minorHAnsi"/>
          <w:b/>
          <w:bCs/>
          <w:sz w:val="20"/>
        </w:rPr>
        <w:t>………………………………..</w:t>
      </w:r>
    </w:p>
    <w:p w14:paraId="7D25FB03" w14:textId="6AFAA40F" w:rsidR="003B602C" w:rsidRPr="00E609A6" w:rsidRDefault="003B602C" w:rsidP="00E609A6">
      <w:pPr>
        <w:spacing w:before="100" w:after="100" w:line="20" w:lineRule="atLeast"/>
        <w:jc w:val="right"/>
        <w:rPr>
          <w:rFonts w:asciiTheme="minorHAnsi" w:eastAsiaTheme="minorEastAsia" w:hAnsiTheme="minorHAnsi" w:cstheme="minorHAnsi"/>
          <w:b/>
          <w:bCs/>
          <w:sz w:val="20"/>
        </w:rPr>
      </w:pPr>
      <w:r w:rsidRPr="003B602C">
        <w:rPr>
          <w:rFonts w:asciiTheme="minorHAnsi" w:eastAsiaTheme="minorEastAsia" w:hAnsiTheme="minorHAnsi" w:cstheme="minorHAnsi"/>
          <w:b/>
          <w:bCs/>
          <w:sz w:val="20"/>
        </w:rPr>
        <w:t>NIP:</w:t>
      </w:r>
      <w:r w:rsidR="007A2A6F">
        <w:rPr>
          <w:rFonts w:asciiTheme="minorHAnsi" w:eastAsiaTheme="minorEastAsia" w:hAnsiTheme="minorHAnsi" w:cstheme="minorHAnsi"/>
          <w:b/>
          <w:bCs/>
          <w:sz w:val="20"/>
        </w:rPr>
        <w:t xml:space="preserve"> </w:t>
      </w:r>
      <w:r w:rsidR="008B043C">
        <w:rPr>
          <w:rFonts w:asciiTheme="minorHAnsi" w:eastAsiaTheme="minorEastAsia" w:hAnsiTheme="minorHAnsi" w:cstheme="minorHAnsi"/>
          <w:b/>
          <w:bCs/>
          <w:sz w:val="20"/>
        </w:rPr>
        <w:t>………………………….</w:t>
      </w:r>
    </w:p>
    <w:p w14:paraId="17526F60" w14:textId="77777777" w:rsidR="00F05E85" w:rsidRDefault="00F05E85" w:rsidP="00E609A6">
      <w:pPr>
        <w:spacing w:before="100" w:after="100" w:line="20" w:lineRule="atLeast"/>
        <w:jc w:val="center"/>
        <w:rPr>
          <w:rFonts w:asciiTheme="minorHAnsi" w:hAnsiTheme="minorHAnsi" w:cstheme="minorHAnsi"/>
          <w:b/>
          <w:sz w:val="20"/>
        </w:rPr>
      </w:pPr>
    </w:p>
    <w:p w14:paraId="3FBDF373" w14:textId="1E575487" w:rsidR="00F05E85" w:rsidRDefault="00F05E85" w:rsidP="00E609A6">
      <w:pPr>
        <w:spacing w:before="100" w:after="100" w:line="20" w:lineRule="atLeast"/>
        <w:jc w:val="center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PROJEKT</w:t>
      </w:r>
    </w:p>
    <w:p w14:paraId="61A95B02" w14:textId="501CB1A8" w:rsidR="006F707F" w:rsidRPr="00E609A6" w:rsidRDefault="0064340B" w:rsidP="00E609A6">
      <w:pPr>
        <w:spacing w:before="100" w:after="100" w:line="20" w:lineRule="atLeast"/>
        <w:jc w:val="center"/>
        <w:rPr>
          <w:rFonts w:asciiTheme="minorHAnsi" w:hAnsiTheme="minorHAnsi" w:cstheme="minorHAnsi"/>
          <w:b/>
          <w:sz w:val="20"/>
        </w:rPr>
      </w:pPr>
      <w:r w:rsidRPr="00E609A6">
        <w:rPr>
          <w:rFonts w:asciiTheme="minorHAnsi" w:hAnsiTheme="minorHAnsi" w:cstheme="minorHAnsi"/>
          <w:b/>
          <w:sz w:val="20"/>
        </w:rPr>
        <w:t>ZAMÓWIENI</w:t>
      </w:r>
      <w:r w:rsidR="004432ED">
        <w:rPr>
          <w:rFonts w:asciiTheme="minorHAnsi" w:hAnsiTheme="minorHAnsi" w:cstheme="minorHAnsi"/>
          <w:b/>
          <w:sz w:val="20"/>
        </w:rPr>
        <w:t>A</w:t>
      </w:r>
    </w:p>
    <w:p w14:paraId="3A26B41F" w14:textId="77777777" w:rsidR="00037827" w:rsidRPr="00E609A6" w:rsidRDefault="00037827" w:rsidP="00E609A6">
      <w:pPr>
        <w:spacing w:before="100" w:after="100" w:line="20" w:lineRule="atLeast"/>
        <w:jc w:val="center"/>
        <w:rPr>
          <w:rFonts w:asciiTheme="minorHAnsi" w:hAnsiTheme="minorHAnsi" w:cstheme="minorHAnsi"/>
          <w:b/>
          <w:sz w:val="20"/>
        </w:rPr>
      </w:pPr>
    </w:p>
    <w:p w14:paraId="27BF1E37" w14:textId="3997B2B4" w:rsidR="006F707F" w:rsidRPr="00E609A6" w:rsidRDefault="006F707F" w:rsidP="00486CCF">
      <w:pPr>
        <w:numPr>
          <w:ilvl w:val="0"/>
          <w:numId w:val="1"/>
        </w:numPr>
        <w:spacing w:before="100" w:after="100" w:line="20" w:lineRule="atLeast"/>
        <w:ind w:left="284" w:hanging="284"/>
        <w:jc w:val="both"/>
        <w:rPr>
          <w:rFonts w:asciiTheme="minorHAnsi" w:hAnsiTheme="minorHAnsi" w:cstheme="minorHAnsi"/>
          <w:sz w:val="20"/>
        </w:rPr>
      </w:pPr>
      <w:r w:rsidRPr="00E609A6">
        <w:rPr>
          <w:rFonts w:asciiTheme="minorHAnsi" w:hAnsiTheme="minorHAnsi" w:cstheme="minorHAnsi"/>
          <w:b/>
          <w:sz w:val="20"/>
        </w:rPr>
        <w:t>Tryb postępowania:</w:t>
      </w:r>
      <w:r w:rsidRPr="00E609A6">
        <w:rPr>
          <w:rFonts w:asciiTheme="minorHAnsi" w:hAnsiTheme="minorHAnsi" w:cstheme="minorHAnsi"/>
          <w:sz w:val="20"/>
        </w:rPr>
        <w:t xml:space="preserve"> </w:t>
      </w:r>
      <w:r w:rsidR="00210FA3" w:rsidRPr="00E609A6">
        <w:rPr>
          <w:rFonts w:asciiTheme="minorHAnsi" w:hAnsiTheme="minorHAnsi" w:cstheme="minorHAnsi"/>
          <w:sz w:val="20"/>
        </w:rPr>
        <w:t xml:space="preserve">Postępowanie o udzielenie zamówienia niepublicznego w trybie </w:t>
      </w:r>
      <w:r w:rsidR="008D590D">
        <w:rPr>
          <w:rFonts w:asciiTheme="minorHAnsi" w:hAnsiTheme="minorHAnsi" w:cstheme="minorHAnsi"/>
          <w:sz w:val="20"/>
        </w:rPr>
        <w:t>przetargu nieograniczonego</w:t>
      </w:r>
      <w:r w:rsidR="00210FA3" w:rsidRPr="00E609A6">
        <w:rPr>
          <w:rFonts w:asciiTheme="minorHAnsi" w:hAnsiTheme="minorHAnsi" w:cstheme="minorHAnsi"/>
          <w:sz w:val="20"/>
        </w:rPr>
        <w:t>, na podstawie procedury PROC 10032/</w:t>
      </w:r>
      <w:r w:rsidR="0075035D">
        <w:rPr>
          <w:rFonts w:asciiTheme="minorHAnsi" w:hAnsiTheme="minorHAnsi" w:cstheme="minorHAnsi"/>
          <w:sz w:val="20"/>
        </w:rPr>
        <w:t>I</w:t>
      </w:r>
      <w:r w:rsidR="00210FA3" w:rsidRPr="00E609A6">
        <w:rPr>
          <w:rFonts w:asciiTheme="minorHAnsi" w:hAnsiTheme="minorHAnsi" w:cstheme="minorHAnsi"/>
          <w:sz w:val="20"/>
        </w:rPr>
        <w:t xml:space="preserve"> Zakupy w PGE GiEK S.A.</w:t>
      </w:r>
    </w:p>
    <w:p w14:paraId="7DEE486F" w14:textId="04257D7D" w:rsidR="00F15265" w:rsidRPr="003B41DE" w:rsidRDefault="006F707F" w:rsidP="003B41DE">
      <w:pPr>
        <w:numPr>
          <w:ilvl w:val="0"/>
          <w:numId w:val="1"/>
        </w:numPr>
        <w:spacing w:before="100" w:after="100" w:line="20" w:lineRule="atLeast"/>
        <w:ind w:left="284" w:hanging="284"/>
        <w:jc w:val="both"/>
        <w:rPr>
          <w:rFonts w:asciiTheme="minorHAnsi" w:hAnsiTheme="minorHAnsi" w:cstheme="minorHAnsi"/>
          <w:sz w:val="20"/>
        </w:rPr>
      </w:pPr>
      <w:r w:rsidRPr="00E609A6">
        <w:rPr>
          <w:rFonts w:asciiTheme="minorHAnsi" w:hAnsiTheme="minorHAnsi" w:cstheme="minorHAnsi"/>
          <w:b/>
          <w:sz w:val="20"/>
        </w:rPr>
        <w:t>Nr postępowania:</w:t>
      </w:r>
      <w:r w:rsidR="00DB3150" w:rsidRPr="00E609A6">
        <w:rPr>
          <w:rFonts w:asciiTheme="minorHAnsi" w:hAnsiTheme="minorHAnsi" w:cstheme="minorHAnsi"/>
          <w:b/>
          <w:sz w:val="20"/>
        </w:rPr>
        <w:t xml:space="preserve"> </w:t>
      </w:r>
      <w:r w:rsidR="003B41DE" w:rsidRPr="003B41DE">
        <w:rPr>
          <w:rFonts w:asciiTheme="minorHAnsi" w:hAnsiTheme="minorHAnsi" w:cstheme="minorHAnsi"/>
          <w:bCs/>
          <w:sz w:val="20"/>
        </w:rPr>
        <w:t>POST/GEK/CSS/FZR/06447/2025</w:t>
      </w:r>
    </w:p>
    <w:p w14:paraId="16961C03" w14:textId="432D3407" w:rsidR="00F55764" w:rsidRPr="00F55764" w:rsidRDefault="006F707F" w:rsidP="00F55764">
      <w:pPr>
        <w:numPr>
          <w:ilvl w:val="0"/>
          <w:numId w:val="1"/>
        </w:numPr>
        <w:spacing w:before="100" w:after="100" w:line="20" w:lineRule="atLeast"/>
        <w:ind w:left="284" w:hanging="284"/>
        <w:jc w:val="both"/>
        <w:rPr>
          <w:rFonts w:asciiTheme="minorHAnsi" w:hAnsiTheme="minorHAnsi" w:cstheme="minorHAnsi"/>
          <w:color w:val="auto"/>
          <w:sz w:val="20"/>
        </w:rPr>
      </w:pPr>
      <w:r w:rsidRPr="003B602C">
        <w:rPr>
          <w:rFonts w:asciiTheme="minorHAnsi" w:hAnsiTheme="minorHAnsi" w:cstheme="minorHAnsi"/>
          <w:b/>
          <w:sz w:val="20"/>
        </w:rPr>
        <w:t>Przedmiot zamówienia</w:t>
      </w:r>
      <w:r w:rsidRPr="003B602C">
        <w:rPr>
          <w:rFonts w:asciiTheme="minorHAnsi" w:hAnsiTheme="minorHAnsi" w:cstheme="minorHAnsi"/>
          <w:sz w:val="20"/>
        </w:rPr>
        <w:t>:</w:t>
      </w:r>
      <w:r w:rsidR="00C92BEE" w:rsidRPr="003B602C">
        <w:rPr>
          <w:rFonts w:asciiTheme="minorHAnsi" w:hAnsiTheme="minorHAnsi" w:cstheme="minorHAnsi"/>
          <w:sz w:val="20"/>
        </w:rPr>
        <w:t xml:space="preserve"> </w:t>
      </w:r>
      <w:r w:rsidR="00F05E85" w:rsidRPr="0069424C">
        <w:rPr>
          <w:rFonts w:asciiTheme="minorHAnsi" w:hAnsiTheme="minorHAnsi" w:cstheme="minorHAnsi"/>
          <w:color w:val="auto"/>
          <w:sz w:val="20"/>
        </w:rPr>
        <w:t xml:space="preserve">Przedmiotem zamówienia </w:t>
      </w:r>
      <w:r w:rsidR="004432ED" w:rsidRPr="004432ED">
        <w:rPr>
          <w:rFonts w:asciiTheme="minorHAnsi" w:hAnsiTheme="minorHAnsi" w:cstheme="minorHAnsi"/>
          <w:color w:val="auto"/>
          <w:sz w:val="20"/>
        </w:rPr>
        <w:t xml:space="preserve">jest </w:t>
      </w:r>
      <w:r w:rsidR="003B41DE" w:rsidRPr="003B41DE">
        <w:rPr>
          <w:rFonts w:asciiTheme="minorHAnsi" w:hAnsiTheme="minorHAnsi" w:cstheme="minorHAnsi"/>
          <w:color w:val="auto"/>
          <w:sz w:val="20"/>
        </w:rPr>
        <w:t>Dostawa pasty do mycia rąk (</w:t>
      </w:r>
      <w:proofErr w:type="spellStart"/>
      <w:r w:rsidR="003B41DE" w:rsidRPr="003B41DE">
        <w:rPr>
          <w:rFonts w:asciiTheme="minorHAnsi" w:hAnsiTheme="minorHAnsi" w:cstheme="minorHAnsi"/>
          <w:color w:val="auto"/>
          <w:sz w:val="20"/>
        </w:rPr>
        <w:t>Profi</w:t>
      </w:r>
      <w:proofErr w:type="spellEnd"/>
      <w:r w:rsidR="003B41DE" w:rsidRPr="003B41DE">
        <w:rPr>
          <w:rFonts w:asciiTheme="minorHAnsi" w:hAnsiTheme="minorHAnsi" w:cstheme="minorHAnsi"/>
          <w:color w:val="auto"/>
          <w:sz w:val="20"/>
        </w:rPr>
        <w:t xml:space="preserve"> </w:t>
      </w:r>
      <w:proofErr w:type="spellStart"/>
      <w:r w:rsidR="003B41DE" w:rsidRPr="003B41DE">
        <w:rPr>
          <w:rFonts w:asciiTheme="minorHAnsi" w:hAnsiTheme="minorHAnsi" w:cstheme="minorHAnsi"/>
          <w:color w:val="auto"/>
          <w:sz w:val="20"/>
        </w:rPr>
        <w:t>Plius</w:t>
      </w:r>
      <w:proofErr w:type="spellEnd"/>
      <w:r w:rsidR="003B41DE" w:rsidRPr="003B41DE">
        <w:rPr>
          <w:rFonts w:asciiTheme="minorHAnsi" w:hAnsiTheme="minorHAnsi" w:cstheme="minorHAnsi"/>
          <w:color w:val="auto"/>
          <w:sz w:val="20"/>
        </w:rPr>
        <w:t xml:space="preserve"> i Sulima) dla PGE GiEK S.A. w</w:t>
      </w:r>
      <w:r w:rsidR="003B41DE">
        <w:rPr>
          <w:rFonts w:asciiTheme="minorHAnsi" w:hAnsiTheme="minorHAnsi" w:cstheme="minorHAnsi"/>
          <w:color w:val="auto"/>
          <w:sz w:val="20"/>
        </w:rPr>
        <w:t> </w:t>
      </w:r>
      <w:r w:rsidR="003B41DE" w:rsidRPr="003B41DE">
        <w:rPr>
          <w:rFonts w:asciiTheme="minorHAnsi" w:hAnsiTheme="minorHAnsi" w:cstheme="minorHAnsi"/>
          <w:color w:val="auto"/>
          <w:sz w:val="20"/>
        </w:rPr>
        <w:t>okresie 12 miesięcy</w:t>
      </w:r>
      <w:r w:rsidR="004432ED" w:rsidRPr="004432ED">
        <w:rPr>
          <w:rFonts w:asciiTheme="minorHAnsi" w:hAnsiTheme="minorHAnsi" w:cstheme="minorHAnsi"/>
          <w:color w:val="auto"/>
          <w:sz w:val="20"/>
        </w:rPr>
        <w:t xml:space="preserve"> dla PGE GiEK SA Oddział KWB Bełchatów, Oddział KWB Turów, </w:t>
      </w:r>
      <w:r w:rsidR="004B2371" w:rsidRPr="004432ED">
        <w:rPr>
          <w:rFonts w:asciiTheme="minorHAnsi" w:hAnsiTheme="minorHAnsi" w:cstheme="minorHAnsi"/>
          <w:color w:val="auto"/>
          <w:sz w:val="20"/>
        </w:rPr>
        <w:t>Oddział Elektrownia</w:t>
      </w:r>
      <w:r w:rsidR="004B2371" w:rsidRPr="004432ED">
        <w:rPr>
          <w:rFonts w:asciiTheme="minorHAnsi" w:hAnsiTheme="minorHAnsi" w:cstheme="minorHAnsi"/>
          <w:color w:val="auto"/>
          <w:sz w:val="20"/>
        </w:rPr>
        <w:t xml:space="preserve"> </w:t>
      </w:r>
      <w:r w:rsidR="004B2371">
        <w:rPr>
          <w:rFonts w:asciiTheme="minorHAnsi" w:hAnsiTheme="minorHAnsi" w:cstheme="minorHAnsi"/>
          <w:color w:val="auto"/>
          <w:sz w:val="20"/>
        </w:rPr>
        <w:t xml:space="preserve">Bełchatów, </w:t>
      </w:r>
      <w:r w:rsidR="004432ED" w:rsidRPr="004432ED">
        <w:rPr>
          <w:rFonts w:asciiTheme="minorHAnsi" w:hAnsiTheme="minorHAnsi" w:cstheme="minorHAnsi"/>
          <w:color w:val="auto"/>
          <w:sz w:val="20"/>
        </w:rPr>
        <w:t>Oddział Elektrownia Opole oraz Oddział Elektrownia Turów.</w:t>
      </w:r>
    </w:p>
    <w:p w14:paraId="2F85F80C" w14:textId="6C416FB3" w:rsidR="00E42699" w:rsidRPr="0069424C" w:rsidRDefault="00936079" w:rsidP="002059CE">
      <w:pPr>
        <w:spacing w:before="100" w:after="100" w:line="20" w:lineRule="atLeast"/>
        <w:ind w:left="284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Szczegółowy Opis przedmiotu zamówienia stanowi </w:t>
      </w:r>
      <w:r w:rsidRPr="006904C4">
        <w:rPr>
          <w:rFonts w:asciiTheme="minorHAnsi" w:hAnsiTheme="minorHAnsi" w:cstheme="minorHAnsi"/>
          <w:b/>
          <w:bCs/>
          <w:i/>
          <w:iCs/>
          <w:sz w:val="20"/>
          <w:u w:val="single"/>
        </w:rPr>
        <w:t>Załącznik nr 1</w:t>
      </w:r>
      <w:r>
        <w:rPr>
          <w:rFonts w:asciiTheme="minorHAnsi" w:hAnsiTheme="minorHAnsi" w:cstheme="minorHAnsi"/>
          <w:sz w:val="20"/>
        </w:rPr>
        <w:t xml:space="preserve"> do Zamówienia</w:t>
      </w:r>
      <w:r w:rsidR="0069424C">
        <w:rPr>
          <w:rFonts w:asciiTheme="minorHAnsi" w:hAnsiTheme="minorHAnsi" w:cstheme="minorHAnsi"/>
          <w:sz w:val="20"/>
        </w:rPr>
        <w:t>.</w:t>
      </w:r>
    </w:p>
    <w:p w14:paraId="6025C399" w14:textId="5765A193" w:rsidR="008F7929" w:rsidRDefault="00F55764" w:rsidP="00E42699">
      <w:pPr>
        <w:numPr>
          <w:ilvl w:val="0"/>
          <w:numId w:val="1"/>
        </w:numPr>
        <w:spacing w:before="100" w:after="100" w:line="20" w:lineRule="atLeast"/>
        <w:ind w:left="284" w:hanging="284"/>
        <w:jc w:val="both"/>
        <w:rPr>
          <w:rFonts w:asciiTheme="minorHAnsi" w:hAnsiTheme="minorHAnsi" w:cstheme="minorHAnsi"/>
          <w:color w:val="auto"/>
          <w:sz w:val="20"/>
        </w:rPr>
      </w:pPr>
      <w:r>
        <w:rPr>
          <w:rFonts w:asciiTheme="minorHAnsi" w:hAnsiTheme="minorHAnsi" w:cstheme="minorHAnsi"/>
          <w:b/>
          <w:color w:val="auto"/>
          <w:sz w:val="20"/>
        </w:rPr>
        <w:t>Całkowita w</w:t>
      </w:r>
      <w:r w:rsidR="006F707F" w:rsidRPr="00E609A6">
        <w:rPr>
          <w:rFonts w:asciiTheme="minorHAnsi" w:hAnsiTheme="minorHAnsi" w:cstheme="minorHAnsi"/>
          <w:b/>
          <w:color w:val="auto"/>
          <w:sz w:val="20"/>
        </w:rPr>
        <w:t>artość</w:t>
      </w:r>
      <w:r w:rsidR="004C625B" w:rsidRPr="00E609A6">
        <w:rPr>
          <w:rFonts w:asciiTheme="minorHAnsi" w:hAnsiTheme="minorHAnsi" w:cstheme="minorHAnsi"/>
          <w:b/>
          <w:color w:val="auto"/>
          <w:sz w:val="20"/>
        </w:rPr>
        <w:t xml:space="preserve"> </w:t>
      </w:r>
      <w:r w:rsidR="006F707F" w:rsidRPr="00E609A6">
        <w:rPr>
          <w:rFonts w:asciiTheme="minorHAnsi" w:hAnsiTheme="minorHAnsi" w:cstheme="minorHAnsi"/>
          <w:b/>
          <w:color w:val="auto"/>
          <w:sz w:val="20"/>
        </w:rPr>
        <w:t>zamówienia</w:t>
      </w:r>
      <w:r w:rsidR="00094DAC" w:rsidRPr="00E609A6">
        <w:rPr>
          <w:rFonts w:asciiTheme="minorHAnsi" w:hAnsiTheme="minorHAnsi" w:cstheme="minorHAnsi"/>
          <w:color w:val="auto"/>
          <w:sz w:val="20"/>
        </w:rPr>
        <w:t xml:space="preserve"> </w:t>
      </w:r>
      <w:bookmarkStart w:id="0" w:name="_Hlk29406447"/>
      <w:bookmarkStart w:id="1" w:name="_Hlk29405213"/>
      <w:bookmarkStart w:id="2" w:name="_Hlk29405234"/>
      <w:r w:rsidR="00C54AFA" w:rsidRPr="00E609A6">
        <w:rPr>
          <w:rFonts w:asciiTheme="minorHAnsi" w:hAnsiTheme="minorHAnsi" w:cstheme="minorHAnsi"/>
          <w:b/>
          <w:color w:val="auto"/>
          <w:sz w:val="20"/>
        </w:rPr>
        <w:t>wynosi</w:t>
      </w:r>
      <w:r w:rsidR="00094DAC" w:rsidRPr="00E609A6">
        <w:rPr>
          <w:rFonts w:asciiTheme="minorHAnsi" w:hAnsiTheme="minorHAnsi" w:cstheme="minorHAnsi"/>
          <w:b/>
          <w:color w:val="auto"/>
          <w:sz w:val="20"/>
        </w:rPr>
        <w:t>:</w:t>
      </w:r>
      <w:r w:rsidR="00C54AFA" w:rsidRPr="00E609A6">
        <w:rPr>
          <w:rFonts w:asciiTheme="minorHAnsi" w:hAnsiTheme="minorHAnsi" w:cstheme="minorHAnsi"/>
          <w:color w:val="auto"/>
          <w:sz w:val="20"/>
        </w:rPr>
        <w:t xml:space="preserve"> </w:t>
      </w:r>
      <w:bookmarkEnd w:id="0"/>
      <w:bookmarkEnd w:id="1"/>
      <w:bookmarkEnd w:id="2"/>
      <w:r w:rsidR="009430AF">
        <w:rPr>
          <w:rFonts w:asciiTheme="minorHAnsi" w:hAnsiTheme="minorHAnsi" w:cstheme="minorHAnsi"/>
          <w:color w:val="auto"/>
          <w:sz w:val="20"/>
        </w:rPr>
        <w:t>…………………</w:t>
      </w:r>
      <w:r w:rsidR="008F7929">
        <w:rPr>
          <w:rFonts w:asciiTheme="minorHAnsi" w:hAnsiTheme="minorHAnsi" w:cstheme="minorHAnsi"/>
          <w:color w:val="auto"/>
          <w:sz w:val="20"/>
        </w:rPr>
        <w:t xml:space="preserve"> </w:t>
      </w:r>
      <w:r w:rsidR="002C088A">
        <w:rPr>
          <w:rFonts w:asciiTheme="minorHAnsi" w:hAnsiTheme="minorHAnsi" w:cstheme="minorHAnsi"/>
          <w:color w:val="auto"/>
          <w:sz w:val="20"/>
        </w:rPr>
        <w:t>zł</w:t>
      </w:r>
      <w:r w:rsidR="001D6486">
        <w:rPr>
          <w:rFonts w:asciiTheme="minorHAnsi" w:hAnsiTheme="minorHAnsi" w:cstheme="minorHAnsi"/>
          <w:color w:val="auto"/>
          <w:sz w:val="20"/>
        </w:rPr>
        <w:t xml:space="preserve"> netto</w:t>
      </w:r>
      <w:r w:rsidR="002C088A">
        <w:rPr>
          <w:rFonts w:asciiTheme="minorHAnsi" w:hAnsiTheme="minorHAnsi" w:cstheme="minorHAnsi"/>
          <w:color w:val="auto"/>
          <w:sz w:val="20"/>
        </w:rPr>
        <w:t xml:space="preserve"> </w:t>
      </w:r>
      <w:r w:rsidR="002C088A" w:rsidRPr="008F7929">
        <w:rPr>
          <w:rFonts w:asciiTheme="minorHAnsi" w:hAnsiTheme="minorHAnsi" w:cstheme="minorHAnsi"/>
          <w:color w:val="auto"/>
          <w:sz w:val="20"/>
        </w:rPr>
        <w:t>(słownie: ……………………..)</w:t>
      </w:r>
      <w:r w:rsidR="001B5883">
        <w:rPr>
          <w:rStyle w:val="Odwoanieprzypisudolnego"/>
          <w:rFonts w:asciiTheme="minorHAnsi" w:hAnsiTheme="minorHAnsi" w:cstheme="minorHAnsi"/>
          <w:color w:val="auto"/>
          <w:sz w:val="20"/>
        </w:rPr>
        <w:footnoteReference w:id="1"/>
      </w:r>
    </w:p>
    <w:p w14:paraId="1AA43D92" w14:textId="6C23EA6C" w:rsidR="004432ED" w:rsidRPr="004432ED" w:rsidRDefault="004432ED" w:rsidP="004432ED">
      <w:pPr>
        <w:spacing w:before="100" w:after="100" w:line="20" w:lineRule="atLeast"/>
        <w:ind w:left="284"/>
        <w:jc w:val="both"/>
        <w:rPr>
          <w:rFonts w:asciiTheme="minorHAnsi" w:hAnsiTheme="minorHAnsi" w:cstheme="minorHAnsi"/>
          <w:color w:val="auto"/>
          <w:sz w:val="20"/>
        </w:rPr>
      </w:pPr>
      <w:r>
        <w:rPr>
          <w:rFonts w:asciiTheme="minorHAnsi" w:hAnsiTheme="minorHAnsi" w:cstheme="minorHAnsi"/>
          <w:b/>
          <w:color w:val="auto"/>
          <w:sz w:val="20"/>
        </w:rPr>
        <w:t>Cena jednostkowa wynosi:</w:t>
      </w:r>
      <w:r>
        <w:rPr>
          <w:rFonts w:asciiTheme="minorHAnsi" w:hAnsiTheme="minorHAnsi" w:cstheme="minorHAnsi"/>
          <w:color w:val="auto"/>
          <w:sz w:val="20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0"/>
        </w:rPr>
        <w:t xml:space="preserve">…………………………. </w:t>
      </w:r>
      <w:r>
        <w:rPr>
          <w:rFonts w:asciiTheme="minorHAnsi" w:hAnsiTheme="minorHAnsi" w:cstheme="minorHAnsi"/>
          <w:color w:val="auto"/>
          <w:sz w:val="20"/>
        </w:rPr>
        <w:t>zł netto (słownie: ………………………..)</w:t>
      </w:r>
    </w:p>
    <w:tbl>
      <w:tblPr>
        <w:tblStyle w:val="Zwykatabela1"/>
        <w:tblW w:w="0" w:type="auto"/>
        <w:tblLook w:val="04A0" w:firstRow="1" w:lastRow="0" w:firstColumn="1" w:lastColumn="0" w:noHBand="0" w:noVBand="1"/>
      </w:tblPr>
      <w:tblGrid>
        <w:gridCol w:w="5098"/>
        <w:gridCol w:w="2268"/>
        <w:gridCol w:w="3114"/>
      </w:tblGrid>
      <w:tr w:rsidR="008B043C" w:rsidRPr="008B043C" w14:paraId="062BBE6C" w14:textId="77777777" w:rsidTr="004432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  <w:hideMark/>
          </w:tcPr>
          <w:p w14:paraId="243D62B6" w14:textId="3EEA46D4" w:rsidR="008B043C" w:rsidRPr="008B043C" w:rsidRDefault="004432ED" w:rsidP="008B043C">
            <w:pPr>
              <w:spacing w:before="100" w:after="100" w:line="20" w:lineRule="atLeast"/>
              <w:ind w:left="284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</w:rPr>
              <w:t>Miejsce dostawy</w:t>
            </w:r>
          </w:p>
        </w:tc>
        <w:tc>
          <w:tcPr>
            <w:tcW w:w="2268" w:type="dxa"/>
            <w:hideMark/>
          </w:tcPr>
          <w:p w14:paraId="6200AA12" w14:textId="77777777" w:rsidR="008B043C" w:rsidRPr="008B043C" w:rsidRDefault="008B043C" w:rsidP="008B043C">
            <w:pPr>
              <w:spacing w:before="100" w:after="100" w:line="20" w:lineRule="atLeast"/>
              <w:ind w:left="28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</w:rPr>
            </w:pPr>
            <w:r w:rsidRPr="008B043C">
              <w:rPr>
                <w:rFonts w:asciiTheme="minorHAnsi" w:hAnsiTheme="minorHAnsi" w:cstheme="minorHAnsi"/>
                <w:color w:val="auto"/>
                <w:sz w:val="20"/>
              </w:rPr>
              <w:t>ilość</w:t>
            </w:r>
          </w:p>
        </w:tc>
        <w:tc>
          <w:tcPr>
            <w:tcW w:w="3114" w:type="dxa"/>
            <w:hideMark/>
          </w:tcPr>
          <w:p w14:paraId="4E895918" w14:textId="00CE7878" w:rsidR="008B043C" w:rsidRPr="008B043C" w:rsidRDefault="004432ED" w:rsidP="008B043C">
            <w:pPr>
              <w:spacing w:before="100" w:after="100" w:line="20" w:lineRule="atLeast"/>
              <w:ind w:left="28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</w:rPr>
              <w:t>wartość</w:t>
            </w:r>
            <w:r w:rsidR="008B043C" w:rsidRPr="008B043C">
              <w:rPr>
                <w:rFonts w:asciiTheme="minorHAnsi" w:hAnsiTheme="minorHAnsi" w:cstheme="minorHAnsi"/>
                <w:color w:val="auto"/>
                <w:sz w:val="20"/>
              </w:rPr>
              <w:t xml:space="preserve"> netto</w:t>
            </w:r>
          </w:p>
        </w:tc>
      </w:tr>
      <w:tr w:rsidR="008B043C" w:rsidRPr="008B043C" w14:paraId="4016206D" w14:textId="77777777" w:rsidTr="004432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</w:tcPr>
          <w:p w14:paraId="5734DA66" w14:textId="48DFC481" w:rsidR="004432ED" w:rsidRPr="004432ED" w:rsidRDefault="004432ED" w:rsidP="004432ED">
            <w:pPr>
              <w:spacing w:before="100" w:after="100" w:line="20" w:lineRule="atLeast"/>
              <w:ind w:left="284"/>
              <w:jc w:val="both"/>
              <w:rPr>
                <w:rFonts w:asciiTheme="minorHAnsi" w:hAnsiTheme="minorHAnsi" w:cstheme="minorHAnsi"/>
                <w:b w:val="0"/>
                <w:bCs w:val="0"/>
                <w:color w:val="auto"/>
                <w:sz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</w:rPr>
              <w:t>PGE GiEK S.A. Oddział KWB Bełchatów</w:t>
            </w:r>
          </w:p>
        </w:tc>
        <w:tc>
          <w:tcPr>
            <w:tcW w:w="2268" w:type="dxa"/>
          </w:tcPr>
          <w:p w14:paraId="21AB587E" w14:textId="6347E80E" w:rsidR="008B043C" w:rsidRPr="008B043C" w:rsidRDefault="008B043C" w:rsidP="008B043C">
            <w:pPr>
              <w:spacing w:before="100" w:after="100" w:line="20" w:lineRule="atLeast"/>
              <w:ind w:left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  <w:tc>
          <w:tcPr>
            <w:tcW w:w="3114" w:type="dxa"/>
            <w:hideMark/>
          </w:tcPr>
          <w:p w14:paraId="456EA0A8" w14:textId="1A9A7927" w:rsidR="008B043C" w:rsidRPr="008B043C" w:rsidRDefault="008B043C" w:rsidP="008B043C">
            <w:pPr>
              <w:spacing w:before="100" w:after="100" w:line="20" w:lineRule="atLeast"/>
              <w:ind w:left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</w:tr>
      <w:tr w:rsidR="008B043C" w:rsidRPr="008B043C" w14:paraId="55656A06" w14:textId="77777777" w:rsidTr="004432E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</w:tcPr>
          <w:p w14:paraId="2BE6D5CF" w14:textId="6261B484" w:rsidR="008B043C" w:rsidRPr="008B043C" w:rsidRDefault="004432ED" w:rsidP="008B043C">
            <w:pPr>
              <w:spacing w:before="100" w:after="100" w:line="20" w:lineRule="atLeast"/>
              <w:ind w:left="284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</w:rPr>
              <w:t>PGE GiEK S.A. Oddział KWB Turów</w:t>
            </w:r>
          </w:p>
        </w:tc>
        <w:tc>
          <w:tcPr>
            <w:tcW w:w="2268" w:type="dxa"/>
          </w:tcPr>
          <w:p w14:paraId="51A5225E" w14:textId="18FD6B55" w:rsidR="008B043C" w:rsidRPr="008B043C" w:rsidRDefault="008B043C" w:rsidP="008B043C">
            <w:pPr>
              <w:spacing w:before="100" w:after="100" w:line="20" w:lineRule="atLeast"/>
              <w:ind w:left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  <w:tc>
          <w:tcPr>
            <w:tcW w:w="3114" w:type="dxa"/>
            <w:hideMark/>
          </w:tcPr>
          <w:p w14:paraId="47244485" w14:textId="332697F3" w:rsidR="008B043C" w:rsidRPr="008B043C" w:rsidRDefault="008B043C" w:rsidP="008B043C">
            <w:pPr>
              <w:spacing w:before="100" w:after="100" w:line="20" w:lineRule="atLeast"/>
              <w:ind w:left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</w:tr>
      <w:tr w:rsidR="003B41DE" w:rsidRPr="008B043C" w14:paraId="0D9B0DBB" w14:textId="77777777" w:rsidTr="004432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</w:tcPr>
          <w:p w14:paraId="2106934B" w14:textId="11AAE6F1" w:rsidR="003B41DE" w:rsidRDefault="003B41DE" w:rsidP="008B043C">
            <w:pPr>
              <w:spacing w:before="100" w:after="100" w:line="20" w:lineRule="atLeast"/>
              <w:ind w:left="284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</w:rPr>
              <w:t>PGE GiEK S.A. Oddział Elektrownia Bełchatów</w:t>
            </w:r>
          </w:p>
        </w:tc>
        <w:tc>
          <w:tcPr>
            <w:tcW w:w="2268" w:type="dxa"/>
          </w:tcPr>
          <w:p w14:paraId="144D62F7" w14:textId="77777777" w:rsidR="003B41DE" w:rsidRDefault="003B41DE" w:rsidP="008B043C">
            <w:pPr>
              <w:spacing w:before="100" w:after="100" w:line="20" w:lineRule="atLeast"/>
              <w:ind w:left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  <w:tc>
          <w:tcPr>
            <w:tcW w:w="3114" w:type="dxa"/>
          </w:tcPr>
          <w:p w14:paraId="77DA527A" w14:textId="77777777" w:rsidR="003B41DE" w:rsidRPr="008B043C" w:rsidRDefault="003B41DE" w:rsidP="008B043C">
            <w:pPr>
              <w:spacing w:before="100" w:after="100" w:line="20" w:lineRule="atLeast"/>
              <w:ind w:left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</w:tr>
      <w:tr w:rsidR="008B043C" w:rsidRPr="008B043C" w14:paraId="42172C35" w14:textId="77777777" w:rsidTr="004432E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</w:tcPr>
          <w:p w14:paraId="2EA13B80" w14:textId="79177BBE" w:rsidR="008B043C" w:rsidRPr="008B043C" w:rsidRDefault="004432ED" w:rsidP="008B043C">
            <w:pPr>
              <w:spacing w:before="100" w:after="100" w:line="20" w:lineRule="atLeast"/>
              <w:ind w:left="284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</w:rPr>
              <w:t>PGE GiEK S.A. Oddział Elektrownia Opole</w:t>
            </w:r>
          </w:p>
        </w:tc>
        <w:tc>
          <w:tcPr>
            <w:tcW w:w="2268" w:type="dxa"/>
          </w:tcPr>
          <w:p w14:paraId="7A7476BD" w14:textId="751F0DF6" w:rsidR="008B043C" w:rsidRPr="008B043C" w:rsidRDefault="008B043C" w:rsidP="008B043C">
            <w:pPr>
              <w:spacing w:before="100" w:after="100" w:line="20" w:lineRule="atLeast"/>
              <w:ind w:left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  <w:tc>
          <w:tcPr>
            <w:tcW w:w="3114" w:type="dxa"/>
            <w:hideMark/>
          </w:tcPr>
          <w:p w14:paraId="60FC174F" w14:textId="6AA00364" w:rsidR="008B043C" w:rsidRPr="008B043C" w:rsidRDefault="008B043C" w:rsidP="008B043C">
            <w:pPr>
              <w:spacing w:before="100" w:after="100" w:line="20" w:lineRule="atLeast"/>
              <w:ind w:left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</w:tr>
      <w:tr w:rsidR="008B043C" w:rsidRPr="008B043C" w14:paraId="4AF80D3E" w14:textId="77777777" w:rsidTr="004432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</w:tcPr>
          <w:p w14:paraId="0E07C66C" w14:textId="3F2054BC" w:rsidR="008B043C" w:rsidRPr="008B043C" w:rsidRDefault="004432ED" w:rsidP="008B043C">
            <w:pPr>
              <w:spacing w:before="100" w:after="100" w:line="20" w:lineRule="atLeast"/>
              <w:ind w:left="284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</w:rPr>
              <w:t>PGE GiEK S.A. Oddział Elektrownia Turów</w:t>
            </w:r>
          </w:p>
        </w:tc>
        <w:tc>
          <w:tcPr>
            <w:tcW w:w="2268" w:type="dxa"/>
          </w:tcPr>
          <w:p w14:paraId="5B53D68E" w14:textId="27CFCFEA" w:rsidR="008B043C" w:rsidRPr="008B043C" w:rsidRDefault="008B043C" w:rsidP="008B043C">
            <w:pPr>
              <w:spacing w:before="100" w:after="100" w:line="20" w:lineRule="atLeast"/>
              <w:ind w:left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  <w:tc>
          <w:tcPr>
            <w:tcW w:w="3114" w:type="dxa"/>
            <w:hideMark/>
          </w:tcPr>
          <w:p w14:paraId="3A5ADDB4" w14:textId="17AF036C" w:rsidR="008B043C" w:rsidRPr="008B043C" w:rsidRDefault="008B043C" w:rsidP="008B043C">
            <w:pPr>
              <w:spacing w:before="100" w:after="100" w:line="20" w:lineRule="atLeast"/>
              <w:ind w:left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</w:tr>
    </w:tbl>
    <w:p w14:paraId="59894C67" w14:textId="77777777" w:rsidR="008B043C" w:rsidRPr="00E42699" w:rsidRDefault="008B043C" w:rsidP="008B043C">
      <w:pPr>
        <w:spacing w:before="100" w:after="100" w:line="20" w:lineRule="atLeast"/>
        <w:jc w:val="both"/>
        <w:rPr>
          <w:rFonts w:asciiTheme="minorHAnsi" w:hAnsiTheme="minorHAnsi" w:cstheme="minorHAnsi"/>
          <w:color w:val="auto"/>
          <w:sz w:val="20"/>
        </w:rPr>
      </w:pPr>
    </w:p>
    <w:p w14:paraId="5C24021D" w14:textId="61C711EE" w:rsidR="00CB44CE" w:rsidRPr="00F55764" w:rsidRDefault="003B6BAD" w:rsidP="00F55764">
      <w:pPr>
        <w:pStyle w:val="Akapitzlist"/>
        <w:numPr>
          <w:ilvl w:val="0"/>
          <w:numId w:val="1"/>
        </w:numPr>
        <w:spacing w:before="100" w:after="100" w:line="20" w:lineRule="atLeast"/>
        <w:ind w:left="284" w:hanging="284"/>
        <w:contextualSpacing w:val="0"/>
        <w:rPr>
          <w:rFonts w:asciiTheme="minorHAnsi" w:hAnsiTheme="minorHAnsi" w:cstheme="minorHAnsi"/>
          <w:color w:val="auto"/>
          <w:sz w:val="20"/>
        </w:rPr>
      </w:pPr>
      <w:r w:rsidRPr="000B6C8C">
        <w:rPr>
          <w:rFonts w:asciiTheme="minorHAnsi" w:hAnsiTheme="minorHAnsi" w:cstheme="minorHAnsi"/>
          <w:b/>
          <w:color w:val="auto"/>
          <w:sz w:val="20"/>
        </w:rPr>
        <w:t>Termin wykonania:</w:t>
      </w:r>
      <w:r w:rsidR="004432ED">
        <w:rPr>
          <w:rFonts w:asciiTheme="minorHAnsi" w:hAnsiTheme="minorHAnsi" w:cstheme="minorHAnsi"/>
          <w:color w:val="auto"/>
          <w:sz w:val="20"/>
        </w:rPr>
        <w:t xml:space="preserve"> </w:t>
      </w:r>
      <w:r w:rsidR="004432ED" w:rsidRPr="004432ED">
        <w:rPr>
          <w:rFonts w:asciiTheme="minorHAnsi" w:hAnsiTheme="minorHAnsi" w:cstheme="minorHAnsi"/>
          <w:color w:val="auto"/>
          <w:sz w:val="20"/>
        </w:rPr>
        <w:t xml:space="preserve">zgodnie z Harmonogramem dostaw, stanowiącym </w:t>
      </w:r>
      <w:r w:rsidR="004432ED" w:rsidRPr="004432ED">
        <w:rPr>
          <w:rFonts w:asciiTheme="minorHAnsi" w:hAnsiTheme="minorHAnsi" w:cstheme="minorHAnsi"/>
          <w:b/>
          <w:bCs/>
          <w:i/>
          <w:iCs/>
          <w:color w:val="auto"/>
          <w:sz w:val="20"/>
          <w:u w:val="single"/>
        </w:rPr>
        <w:t>Załącznik nr </w:t>
      </w:r>
      <w:r w:rsidR="006904C4">
        <w:rPr>
          <w:rFonts w:asciiTheme="minorHAnsi" w:hAnsiTheme="minorHAnsi" w:cstheme="minorHAnsi"/>
          <w:b/>
          <w:bCs/>
          <w:i/>
          <w:iCs/>
          <w:color w:val="auto"/>
          <w:sz w:val="20"/>
          <w:u w:val="single"/>
        </w:rPr>
        <w:t>2</w:t>
      </w:r>
      <w:r w:rsidR="004432ED" w:rsidRPr="004432ED">
        <w:rPr>
          <w:rFonts w:asciiTheme="minorHAnsi" w:hAnsiTheme="minorHAnsi" w:cstheme="minorHAnsi"/>
          <w:color w:val="auto"/>
          <w:sz w:val="20"/>
        </w:rPr>
        <w:t> do</w:t>
      </w:r>
      <w:r w:rsidR="004432ED">
        <w:rPr>
          <w:rFonts w:asciiTheme="minorHAnsi" w:hAnsiTheme="minorHAnsi" w:cstheme="minorHAnsi"/>
          <w:color w:val="auto"/>
          <w:sz w:val="20"/>
        </w:rPr>
        <w:t xml:space="preserve"> Zamówienia</w:t>
      </w:r>
    </w:p>
    <w:p w14:paraId="68070C56" w14:textId="1DC76A84" w:rsidR="002E606C" w:rsidRDefault="006F707F" w:rsidP="000A1D8E">
      <w:pPr>
        <w:pStyle w:val="Akapitzlist"/>
        <w:numPr>
          <w:ilvl w:val="0"/>
          <w:numId w:val="1"/>
        </w:numPr>
        <w:spacing w:before="100" w:after="100" w:line="20" w:lineRule="atLeast"/>
        <w:ind w:left="284" w:hanging="284"/>
        <w:contextualSpacing w:val="0"/>
        <w:rPr>
          <w:rFonts w:asciiTheme="minorHAnsi" w:hAnsiTheme="minorHAnsi" w:cstheme="minorHAnsi"/>
          <w:sz w:val="20"/>
        </w:rPr>
      </w:pPr>
      <w:r w:rsidRPr="007A2A6F">
        <w:rPr>
          <w:rFonts w:asciiTheme="minorHAnsi" w:hAnsiTheme="minorHAnsi" w:cstheme="minorHAnsi"/>
          <w:b/>
          <w:bCs/>
          <w:sz w:val="20"/>
        </w:rPr>
        <w:t xml:space="preserve">Miejsce </w:t>
      </w:r>
      <w:r w:rsidR="004432ED">
        <w:rPr>
          <w:rFonts w:asciiTheme="minorHAnsi" w:hAnsiTheme="minorHAnsi" w:cstheme="minorHAnsi"/>
          <w:b/>
          <w:bCs/>
          <w:sz w:val="20"/>
        </w:rPr>
        <w:t>realizacji dostaw</w:t>
      </w:r>
      <w:r w:rsidRPr="007A2A6F">
        <w:rPr>
          <w:rFonts w:asciiTheme="minorHAnsi" w:hAnsiTheme="minorHAnsi" w:cstheme="minorHAnsi"/>
          <w:b/>
          <w:bCs/>
          <w:sz w:val="20"/>
        </w:rPr>
        <w:t>:</w:t>
      </w:r>
      <w:r w:rsidR="007A2A6F" w:rsidRPr="007A2A6F">
        <w:rPr>
          <w:rFonts w:asciiTheme="minorHAnsi" w:hAnsiTheme="minorHAnsi" w:cstheme="minorHAnsi"/>
          <w:sz w:val="20"/>
        </w:rPr>
        <w:t xml:space="preserve"> </w:t>
      </w:r>
      <w:r w:rsidR="004432ED">
        <w:rPr>
          <w:bCs/>
          <w:sz w:val="20"/>
        </w:rPr>
        <w:t xml:space="preserve">zgodnie z </w:t>
      </w:r>
      <w:r w:rsidR="004432ED" w:rsidRPr="004432ED">
        <w:rPr>
          <w:b/>
          <w:i/>
          <w:iCs/>
          <w:sz w:val="20"/>
          <w:u w:val="single"/>
        </w:rPr>
        <w:t xml:space="preserve">Załącznikiem nr </w:t>
      </w:r>
      <w:r w:rsidR="006904C4">
        <w:rPr>
          <w:b/>
          <w:i/>
          <w:iCs/>
          <w:sz w:val="20"/>
          <w:u w:val="single"/>
        </w:rPr>
        <w:t>3</w:t>
      </w:r>
      <w:r w:rsidR="004432ED">
        <w:rPr>
          <w:bCs/>
          <w:sz w:val="20"/>
        </w:rPr>
        <w:t xml:space="preserve"> do Zamówienia</w:t>
      </w:r>
    </w:p>
    <w:p w14:paraId="62CFF286" w14:textId="7947D5CC" w:rsidR="000A7BE2" w:rsidRPr="00E609A6" w:rsidRDefault="006F707F" w:rsidP="000A1D8E">
      <w:pPr>
        <w:numPr>
          <w:ilvl w:val="0"/>
          <w:numId w:val="1"/>
        </w:numPr>
        <w:spacing w:before="100" w:after="100" w:line="20" w:lineRule="atLeast"/>
        <w:ind w:left="284" w:hanging="284"/>
        <w:jc w:val="both"/>
        <w:rPr>
          <w:rFonts w:asciiTheme="minorHAnsi" w:hAnsiTheme="minorHAnsi" w:cstheme="minorHAnsi"/>
          <w:spacing w:val="-6"/>
          <w:sz w:val="20"/>
        </w:rPr>
      </w:pPr>
      <w:r w:rsidRPr="00E609A6">
        <w:rPr>
          <w:rFonts w:asciiTheme="minorHAnsi" w:hAnsiTheme="minorHAnsi" w:cstheme="minorHAnsi"/>
          <w:b/>
          <w:bCs/>
          <w:sz w:val="20"/>
        </w:rPr>
        <w:t>Warunki płatności:</w:t>
      </w:r>
      <w:r w:rsidR="001D165D" w:rsidRPr="00E609A6">
        <w:rPr>
          <w:rFonts w:asciiTheme="minorHAnsi" w:hAnsiTheme="minorHAnsi" w:cstheme="minorHAnsi"/>
          <w:spacing w:val="-6"/>
          <w:sz w:val="20"/>
        </w:rPr>
        <w:t xml:space="preserve"> </w:t>
      </w:r>
      <w:r w:rsidR="000A7BE2" w:rsidRPr="00E609A6">
        <w:rPr>
          <w:rFonts w:asciiTheme="minorHAnsi" w:hAnsiTheme="minorHAnsi" w:cstheme="minorHAnsi"/>
          <w:spacing w:val="-6"/>
          <w:sz w:val="20"/>
        </w:rPr>
        <w:t xml:space="preserve">zgodnie </w:t>
      </w:r>
      <w:r w:rsidR="00F05E85" w:rsidRPr="00F05E85">
        <w:rPr>
          <w:rFonts w:asciiTheme="minorHAnsi" w:hAnsiTheme="minorHAnsi" w:cstheme="minorHAnsi"/>
          <w:spacing w:val="-6"/>
          <w:sz w:val="20"/>
        </w:rPr>
        <w:t>z OWZ</w:t>
      </w:r>
      <w:r w:rsidR="000A7BE2" w:rsidRPr="00E609A6">
        <w:rPr>
          <w:rFonts w:asciiTheme="minorHAnsi" w:hAnsiTheme="minorHAnsi" w:cstheme="minorHAnsi"/>
          <w:spacing w:val="-6"/>
          <w:sz w:val="20"/>
        </w:rPr>
        <w:t>.</w:t>
      </w:r>
    </w:p>
    <w:p w14:paraId="154DD03B" w14:textId="77777777" w:rsidR="004161A0" w:rsidRPr="00E609A6" w:rsidRDefault="004161A0" w:rsidP="000A1D8E">
      <w:pPr>
        <w:numPr>
          <w:ilvl w:val="0"/>
          <w:numId w:val="1"/>
        </w:numPr>
        <w:tabs>
          <w:tab w:val="left" w:leader="dot" w:pos="9639"/>
        </w:tabs>
        <w:spacing w:before="100" w:after="100" w:line="20" w:lineRule="atLeast"/>
        <w:ind w:left="284" w:hanging="284"/>
        <w:jc w:val="both"/>
        <w:rPr>
          <w:rFonts w:asciiTheme="minorHAnsi" w:hAnsiTheme="minorHAnsi" w:cstheme="minorHAnsi"/>
          <w:b/>
          <w:spacing w:val="-6"/>
          <w:sz w:val="20"/>
        </w:rPr>
      </w:pPr>
      <w:r w:rsidRPr="00E609A6">
        <w:rPr>
          <w:rFonts w:asciiTheme="minorHAnsi" w:hAnsiTheme="minorHAnsi" w:cstheme="minorHAnsi"/>
          <w:b/>
          <w:spacing w:val="-6"/>
          <w:sz w:val="20"/>
        </w:rPr>
        <w:t xml:space="preserve">Faktura winna być wystawiona na: </w:t>
      </w:r>
    </w:p>
    <w:p w14:paraId="249309E3" w14:textId="7DEA6B0D" w:rsidR="00156C09" w:rsidRDefault="006904C4" w:rsidP="00486CCF">
      <w:pPr>
        <w:tabs>
          <w:tab w:val="left" w:leader="dot" w:pos="9639"/>
        </w:tabs>
        <w:spacing w:before="100" w:after="100" w:line="20" w:lineRule="atLeast"/>
        <w:ind w:left="284"/>
        <w:jc w:val="both"/>
        <w:rPr>
          <w:rFonts w:asciiTheme="minorHAnsi" w:hAnsiTheme="minorHAnsi" w:cstheme="minorHAnsi"/>
          <w:spacing w:val="-6"/>
          <w:sz w:val="20"/>
        </w:rPr>
      </w:pPr>
      <w:r w:rsidRPr="006904C4">
        <w:rPr>
          <w:rFonts w:asciiTheme="minorHAnsi" w:hAnsiTheme="minorHAnsi" w:cstheme="minorHAnsi"/>
          <w:spacing w:val="-6"/>
          <w:sz w:val="20"/>
        </w:rPr>
        <w:t xml:space="preserve">Przez prawidłowe wystawienie faktury rozumie się wystawienie faktury zawierającej w szczególności prawidłową nazwę i adres Zamawiającego oraz zapis, </w:t>
      </w:r>
      <w:r w:rsidRPr="006904C4">
        <w:rPr>
          <w:rFonts w:asciiTheme="minorHAnsi" w:hAnsiTheme="minorHAnsi" w:cstheme="minorHAnsi"/>
          <w:b/>
          <w:bCs/>
          <w:spacing w:val="-6"/>
          <w:sz w:val="20"/>
          <w:u w:val="single"/>
        </w:rPr>
        <w:t>którego Oddziału dotyczy faktura</w:t>
      </w:r>
      <w:r w:rsidRPr="006904C4">
        <w:rPr>
          <w:rFonts w:asciiTheme="minorHAnsi" w:hAnsiTheme="minorHAnsi" w:cstheme="minorHAnsi"/>
          <w:spacing w:val="-6"/>
          <w:sz w:val="20"/>
        </w:rPr>
        <w:t xml:space="preserve">, wskazanie daty zawarcia Zamówienia oraz m.in. numer Zamówienia lub </w:t>
      </w:r>
      <w:r w:rsidRPr="006904C4">
        <w:rPr>
          <w:rFonts w:asciiTheme="minorHAnsi" w:hAnsiTheme="minorHAnsi" w:cstheme="minorHAnsi"/>
          <w:spacing w:val="-6"/>
          <w:sz w:val="20"/>
        </w:rPr>
        <w:lastRenderedPageBreak/>
        <w:t>symbol komórki realizującej zakup, o ile informacje te zostały przekazane Wykonawcy przed wystawieniem faktury. Faktura wystawiona zostanie przesłana na adres:</w:t>
      </w:r>
    </w:p>
    <w:p w14:paraId="1D2C6657" w14:textId="1B9B03C0" w:rsidR="006904C4" w:rsidRDefault="00156C09" w:rsidP="006904C4">
      <w:pPr>
        <w:tabs>
          <w:tab w:val="left" w:leader="dot" w:pos="9639"/>
        </w:tabs>
        <w:spacing w:before="100" w:after="100" w:line="20" w:lineRule="atLeast"/>
        <w:ind w:left="284"/>
        <w:jc w:val="center"/>
        <w:rPr>
          <w:rFonts w:asciiTheme="minorHAnsi" w:hAnsiTheme="minorHAnsi" w:cstheme="minorHAnsi"/>
          <w:spacing w:val="-6"/>
          <w:sz w:val="20"/>
        </w:rPr>
      </w:pPr>
      <w:proofErr w:type="spellStart"/>
      <w:r w:rsidRPr="00156C09">
        <w:rPr>
          <w:rFonts w:asciiTheme="minorHAnsi" w:hAnsiTheme="minorHAnsi" w:cstheme="minorHAnsi"/>
          <w:spacing w:val="-6"/>
          <w:sz w:val="20"/>
        </w:rPr>
        <w:t>ArchiDoc</w:t>
      </w:r>
      <w:proofErr w:type="spellEnd"/>
      <w:r w:rsidRPr="00156C09">
        <w:rPr>
          <w:rFonts w:asciiTheme="minorHAnsi" w:hAnsiTheme="minorHAnsi" w:cstheme="minorHAnsi"/>
          <w:spacing w:val="-6"/>
          <w:sz w:val="20"/>
        </w:rPr>
        <w:t xml:space="preserve"> S.A.,</w:t>
      </w:r>
    </w:p>
    <w:p w14:paraId="51421F9D" w14:textId="77777777" w:rsidR="006904C4" w:rsidRDefault="00156C09" w:rsidP="006904C4">
      <w:pPr>
        <w:tabs>
          <w:tab w:val="left" w:leader="dot" w:pos="9639"/>
        </w:tabs>
        <w:spacing w:before="100" w:after="100" w:line="20" w:lineRule="atLeast"/>
        <w:ind w:left="284"/>
        <w:jc w:val="center"/>
        <w:rPr>
          <w:rFonts w:asciiTheme="minorHAnsi" w:hAnsiTheme="minorHAnsi" w:cstheme="minorHAnsi"/>
          <w:spacing w:val="-6"/>
          <w:sz w:val="20"/>
        </w:rPr>
      </w:pPr>
      <w:r w:rsidRPr="00156C09">
        <w:rPr>
          <w:rFonts w:asciiTheme="minorHAnsi" w:hAnsiTheme="minorHAnsi" w:cstheme="minorHAnsi"/>
          <w:spacing w:val="-6"/>
          <w:sz w:val="20"/>
        </w:rPr>
        <w:t xml:space="preserve">ul. </w:t>
      </w:r>
      <w:proofErr w:type="spellStart"/>
      <w:r w:rsidRPr="00156C09">
        <w:rPr>
          <w:rFonts w:asciiTheme="minorHAnsi" w:hAnsiTheme="minorHAnsi" w:cstheme="minorHAnsi"/>
          <w:spacing w:val="-6"/>
          <w:sz w:val="20"/>
        </w:rPr>
        <w:t>Niedźwiedziniec</w:t>
      </w:r>
      <w:proofErr w:type="spellEnd"/>
      <w:r w:rsidRPr="00156C09">
        <w:rPr>
          <w:rFonts w:asciiTheme="minorHAnsi" w:hAnsiTheme="minorHAnsi" w:cstheme="minorHAnsi"/>
          <w:spacing w:val="-6"/>
          <w:sz w:val="20"/>
        </w:rPr>
        <w:t xml:space="preserve"> 10</w:t>
      </w:r>
    </w:p>
    <w:p w14:paraId="0A384196" w14:textId="77777777" w:rsidR="006904C4" w:rsidRDefault="00156C09" w:rsidP="006904C4">
      <w:pPr>
        <w:tabs>
          <w:tab w:val="left" w:leader="dot" w:pos="9639"/>
        </w:tabs>
        <w:spacing w:before="100" w:after="100" w:line="20" w:lineRule="atLeast"/>
        <w:ind w:left="284"/>
        <w:jc w:val="center"/>
        <w:rPr>
          <w:rFonts w:asciiTheme="minorHAnsi" w:hAnsiTheme="minorHAnsi" w:cstheme="minorHAnsi"/>
          <w:spacing w:val="-6"/>
          <w:sz w:val="20"/>
        </w:rPr>
      </w:pPr>
      <w:r w:rsidRPr="00156C09">
        <w:rPr>
          <w:rFonts w:asciiTheme="minorHAnsi" w:hAnsiTheme="minorHAnsi" w:cstheme="minorHAnsi"/>
          <w:spacing w:val="-6"/>
          <w:sz w:val="20"/>
        </w:rPr>
        <w:t xml:space="preserve">41-506 Chorzów </w:t>
      </w:r>
    </w:p>
    <w:p w14:paraId="1771992D" w14:textId="3B997C09" w:rsidR="0064340B" w:rsidRDefault="00156C09" w:rsidP="006904C4">
      <w:pPr>
        <w:tabs>
          <w:tab w:val="left" w:leader="dot" w:pos="9639"/>
        </w:tabs>
        <w:spacing w:before="100" w:after="100" w:line="20" w:lineRule="atLeast"/>
        <w:ind w:left="284"/>
        <w:jc w:val="center"/>
        <w:rPr>
          <w:rFonts w:asciiTheme="minorHAnsi" w:hAnsiTheme="minorHAnsi" w:cstheme="minorHAnsi"/>
          <w:spacing w:val="-6"/>
          <w:sz w:val="20"/>
        </w:rPr>
      </w:pPr>
      <w:r w:rsidRPr="00156C09">
        <w:rPr>
          <w:rFonts w:asciiTheme="minorHAnsi" w:hAnsiTheme="minorHAnsi" w:cstheme="minorHAnsi"/>
          <w:spacing w:val="-6"/>
          <w:sz w:val="20"/>
        </w:rPr>
        <w:t>lub efaktura.giek@archidoc.pl</w:t>
      </w:r>
      <w:r>
        <w:rPr>
          <w:rStyle w:val="Odwoanieprzypisudolnego"/>
          <w:rFonts w:asciiTheme="minorHAnsi" w:hAnsiTheme="minorHAnsi" w:cstheme="minorHAnsi"/>
          <w:spacing w:val="-6"/>
          <w:sz w:val="20"/>
        </w:rPr>
        <w:footnoteReference w:id="2"/>
      </w:r>
    </w:p>
    <w:p w14:paraId="6B4F3A91" w14:textId="77777777" w:rsidR="006904C4" w:rsidRPr="00E609A6" w:rsidRDefault="006904C4" w:rsidP="00486CCF">
      <w:pPr>
        <w:tabs>
          <w:tab w:val="left" w:leader="dot" w:pos="9639"/>
        </w:tabs>
        <w:spacing w:before="100" w:after="100" w:line="20" w:lineRule="atLeast"/>
        <w:ind w:left="284"/>
        <w:jc w:val="both"/>
        <w:rPr>
          <w:rFonts w:asciiTheme="minorHAnsi" w:hAnsiTheme="minorHAnsi" w:cstheme="minorHAnsi"/>
          <w:spacing w:val="-6"/>
          <w:sz w:val="20"/>
        </w:rPr>
      </w:pPr>
    </w:p>
    <w:p w14:paraId="26BED54B" w14:textId="0EDFEF33" w:rsidR="004161A0" w:rsidRPr="00E609A6" w:rsidRDefault="006F707F" w:rsidP="00486CCF">
      <w:pPr>
        <w:pStyle w:val="Akapitzlist"/>
        <w:numPr>
          <w:ilvl w:val="0"/>
          <w:numId w:val="1"/>
        </w:numPr>
        <w:spacing w:before="100" w:after="100" w:line="20" w:lineRule="atLeast"/>
        <w:ind w:left="284" w:hanging="284"/>
        <w:contextualSpacing w:val="0"/>
        <w:jc w:val="both"/>
        <w:rPr>
          <w:rFonts w:asciiTheme="minorHAnsi" w:hAnsiTheme="minorHAnsi" w:cstheme="minorHAnsi"/>
          <w:sz w:val="20"/>
        </w:rPr>
      </w:pPr>
      <w:r w:rsidRPr="00E609A6">
        <w:rPr>
          <w:rFonts w:asciiTheme="minorHAnsi" w:hAnsiTheme="minorHAnsi" w:cstheme="minorHAnsi"/>
          <w:b/>
          <w:sz w:val="20"/>
        </w:rPr>
        <w:t>Osob</w:t>
      </w:r>
      <w:r w:rsidR="00D1385A" w:rsidRPr="00E609A6">
        <w:rPr>
          <w:rFonts w:asciiTheme="minorHAnsi" w:hAnsiTheme="minorHAnsi" w:cstheme="minorHAnsi"/>
          <w:b/>
          <w:sz w:val="20"/>
        </w:rPr>
        <w:t>y</w:t>
      </w:r>
      <w:r w:rsidRPr="00E609A6">
        <w:rPr>
          <w:rFonts w:asciiTheme="minorHAnsi" w:hAnsiTheme="minorHAnsi" w:cstheme="minorHAnsi"/>
          <w:b/>
          <w:sz w:val="20"/>
        </w:rPr>
        <w:t xml:space="preserve"> do kontaktu:</w:t>
      </w:r>
      <w:r w:rsidRPr="00E609A6">
        <w:rPr>
          <w:rFonts w:asciiTheme="minorHAnsi" w:hAnsiTheme="minorHAnsi" w:cstheme="minorHAnsi"/>
          <w:sz w:val="20"/>
        </w:rPr>
        <w:t xml:space="preserve"> </w:t>
      </w:r>
    </w:p>
    <w:p w14:paraId="4F832F53" w14:textId="77777777" w:rsidR="00221B1D" w:rsidRDefault="004161A0" w:rsidP="00221B1D">
      <w:pPr>
        <w:pStyle w:val="Akapitzlist"/>
        <w:spacing w:before="100" w:after="100" w:line="20" w:lineRule="atLeast"/>
        <w:ind w:left="284"/>
        <w:contextualSpacing w:val="0"/>
        <w:jc w:val="both"/>
        <w:rPr>
          <w:rFonts w:asciiTheme="minorHAnsi" w:hAnsiTheme="minorHAnsi" w:cstheme="minorHAnsi"/>
          <w:b/>
          <w:spacing w:val="-6"/>
          <w:sz w:val="20"/>
        </w:rPr>
      </w:pPr>
      <w:r w:rsidRPr="00880912">
        <w:rPr>
          <w:rFonts w:asciiTheme="minorHAnsi" w:hAnsiTheme="minorHAnsi" w:cstheme="minorHAnsi"/>
          <w:b/>
          <w:spacing w:val="-6"/>
          <w:sz w:val="20"/>
        </w:rPr>
        <w:t xml:space="preserve">Ze Strony Zamawiającego: </w:t>
      </w:r>
    </w:p>
    <w:p w14:paraId="6B2C659F" w14:textId="6D95B1BB" w:rsidR="00221B1D" w:rsidRPr="00CF328D" w:rsidRDefault="00CF328D" w:rsidP="00221B1D">
      <w:pPr>
        <w:pStyle w:val="Akapitzlist"/>
        <w:spacing w:before="100" w:after="100" w:line="20" w:lineRule="atLeast"/>
        <w:ind w:left="284"/>
        <w:contextualSpacing w:val="0"/>
        <w:jc w:val="both"/>
        <w:rPr>
          <w:rFonts w:asciiTheme="minorHAnsi" w:hAnsiTheme="minorHAnsi" w:cstheme="minorHAnsi"/>
          <w:i/>
          <w:iCs/>
          <w:spacing w:val="-6"/>
          <w:sz w:val="20"/>
        </w:rPr>
      </w:pPr>
      <w:r>
        <w:rPr>
          <w:rFonts w:asciiTheme="minorHAnsi" w:hAnsiTheme="minorHAnsi" w:cstheme="minorHAnsi"/>
          <w:i/>
          <w:iCs/>
          <w:spacing w:val="-6"/>
          <w:sz w:val="20"/>
        </w:rPr>
        <w:t xml:space="preserve">Zgodnie z </w:t>
      </w:r>
      <w:r w:rsidRPr="00CF328D">
        <w:rPr>
          <w:rFonts w:asciiTheme="minorHAnsi" w:hAnsiTheme="minorHAnsi" w:cstheme="minorHAnsi"/>
          <w:b/>
          <w:bCs/>
          <w:i/>
          <w:iCs/>
          <w:spacing w:val="-6"/>
          <w:sz w:val="20"/>
          <w:u w:val="single"/>
        </w:rPr>
        <w:t xml:space="preserve">Załącznikiem nr 3 </w:t>
      </w:r>
      <w:r>
        <w:rPr>
          <w:rFonts w:asciiTheme="minorHAnsi" w:hAnsiTheme="minorHAnsi" w:cstheme="minorHAnsi"/>
          <w:i/>
          <w:iCs/>
          <w:spacing w:val="-6"/>
          <w:sz w:val="20"/>
        </w:rPr>
        <w:t>do Zamówienia</w:t>
      </w:r>
    </w:p>
    <w:p w14:paraId="0F66915E" w14:textId="77777777" w:rsidR="00221B1D" w:rsidRDefault="004161A0" w:rsidP="00221B1D">
      <w:pPr>
        <w:pStyle w:val="Akapitzlist"/>
        <w:spacing w:before="100" w:after="100" w:line="20" w:lineRule="atLeast"/>
        <w:ind w:left="284"/>
        <w:contextualSpacing w:val="0"/>
        <w:jc w:val="both"/>
        <w:rPr>
          <w:rFonts w:asciiTheme="minorHAnsi" w:hAnsiTheme="minorHAnsi" w:cstheme="minorHAnsi"/>
          <w:b/>
          <w:spacing w:val="-6"/>
          <w:sz w:val="20"/>
        </w:rPr>
      </w:pPr>
      <w:r w:rsidRPr="00880912">
        <w:rPr>
          <w:rFonts w:asciiTheme="minorHAnsi" w:hAnsiTheme="minorHAnsi" w:cstheme="minorHAnsi"/>
          <w:b/>
          <w:spacing w:val="-6"/>
          <w:sz w:val="20"/>
        </w:rPr>
        <w:t xml:space="preserve">Ze Strony Wykonawcy: </w:t>
      </w:r>
    </w:p>
    <w:p w14:paraId="0C61D696" w14:textId="10A2295E" w:rsidR="0064340B" w:rsidRPr="006904C4" w:rsidRDefault="00955E50" w:rsidP="006904C4">
      <w:pPr>
        <w:pStyle w:val="Akapitzlist"/>
        <w:spacing w:before="100" w:after="100" w:line="20" w:lineRule="atLeast"/>
        <w:ind w:left="284"/>
        <w:contextualSpacing w:val="0"/>
        <w:jc w:val="both"/>
        <w:rPr>
          <w:rFonts w:asciiTheme="minorHAnsi" w:hAnsiTheme="minorHAnsi" w:cstheme="minorHAnsi"/>
          <w:spacing w:val="-6"/>
          <w:sz w:val="20"/>
        </w:rPr>
      </w:pPr>
      <w:r>
        <w:rPr>
          <w:rFonts w:asciiTheme="minorHAnsi" w:hAnsiTheme="minorHAnsi" w:cstheme="minorHAnsi"/>
          <w:spacing w:val="-6"/>
          <w:sz w:val="20"/>
        </w:rPr>
        <w:t>…………………………………………..</w:t>
      </w:r>
    </w:p>
    <w:p w14:paraId="77D81058" w14:textId="01D30FD3" w:rsidR="006D0253" w:rsidRDefault="006D0253" w:rsidP="006D0253">
      <w:pPr>
        <w:spacing w:before="100" w:after="100" w:line="20" w:lineRule="atLeast"/>
        <w:ind w:left="284"/>
        <w:jc w:val="both"/>
        <w:rPr>
          <w:rStyle w:val="Hipercze"/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Wykonawca oświadcza, że</w:t>
      </w:r>
      <w:r w:rsidR="00F05E85" w:rsidRPr="00E609A6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>zapoznał się z Ogólnymi Warunkami</w:t>
      </w:r>
      <w:r w:rsidR="00F05E85" w:rsidRPr="00E609A6">
        <w:rPr>
          <w:rFonts w:asciiTheme="minorHAnsi" w:hAnsiTheme="minorHAnsi" w:cstheme="minorHAnsi"/>
          <w:sz w:val="20"/>
        </w:rPr>
        <w:t xml:space="preserve"> Zamówienia (OWZ)</w:t>
      </w:r>
      <w:r>
        <w:rPr>
          <w:rFonts w:asciiTheme="minorHAnsi" w:hAnsiTheme="minorHAnsi" w:cstheme="minorHAnsi"/>
          <w:sz w:val="20"/>
        </w:rPr>
        <w:t>, dostępnymi</w:t>
      </w:r>
      <w:r w:rsidR="00F05E85" w:rsidRPr="00E609A6">
        <w:rPr>
          <w:rFonts w:asciiTheme="minorHAnsi" w:hAnsiTheme="minorHAnsi" w:cstheme="minorHAnsi"/>
          <w:sz w:val="20"/>
        </w:rPr>
        <w:t xml:space="preserve"> na stronie internetowej Zamawiającego pod adresem </w:t>
      </w:r>
      <w:hyperlink r:id="rId12" w:history="1">
        <w:r w:rsidR="00F05E85" w:rsidRPr="00E609A6">
          <w:rPr>
            <w:rStyle w:val="Hipercze"/>
            <w:rFonts w:asciiTheme="minorHAnsi" w:hAnsiTheme="minorHAnsi" w:cstheme="minorHAnsi"/>
            <w:sz w:val="20"/>
          </w:rPr>
          <w:t>https://pgegiek.pl/Przetargi/Przetargi-zakupowe</w:t>
        </w:r>
      </w:hyperlink>
      <w:r>
        <w:rPr>
          <w:rStyle w:val="Hipercze"/>
          <w:rFonts w:asciiTheme="minorHAnsi" w:hAnsiTheme="minorHAnsi" w:cstheme="minorHAnsi"/>
          <w:sz w:val="20"/>
        </w:rPr>
        <w:t xml:space="preserve"> </w:t>
      </w:r>
      <w:r w:rsidRPr="006D0253">
        <w:rPr>
          <w:rStyle w:val="Hipercze"/>
          <w:rFonts w:asciiTheme="minorHAnsi" w:hAnsiTheme="minorHAnsi" w:cstheme="minorHAnsi"/>
          <w:color w:val="auto"/>
          <w:sz w:val="20"/>
          <w:u w:val="none"/>
        </w:rPr>
        <w:t>i zobowiązuje się do ich przestrzegania.</w:t>
      </w:r>
    </w:p>
    <w:p w14:paraId="28B0DF94" w14:textId="655E9070" w:rsidR="00F43BA9" w:rsidRPr="00E609A6" w:rsidRDefault="006F707F" w:rsidP="006D0253">
      <w:pPr>
        <w:spacing w:before="100" w:after="100" w:line="20" w:lineRule="atLeast"/>
        <w:ind w:left="284"/>
        <w:jc w:val="both"/>
        <w:rPr>
          <w:rFonts w:asciiTheme="minorHAnsi" w:hAnsiTheme="minorHAnsi" w:cstheme="minorHAnsi"/>
          <w:sz w:val="20"/>
        </w:rPr>
      </w:pPr>
      <w:r w:rsidRPr="00E609A6">
        <w:rPr>
          <w:rFonts w:asciiTheme="minorHAnsi" w:hAnsiTheme="minorHAnsi" w:cstheme="minorHAnsi"/>
          <w:sz w:val="20"/>
        </w:rPr>
        <w:t xml:space="preserve">Ogólne Warunki Zamówienia stanowią integralną część Zamówienia. </w:t>
      </w:r>
    </w:p>
    <w:p w14:paraId="44FC9C95" w14:textId="77777777" w:rsidR="006F707F" w:rsidRPr="00E609A6" w:rsidRDefault="006F707F" w:rsidP="006D0253">
      <w:pPr>
        <w:spacing w:before="100" w:after="100" w:line="20" w:lineRule="atLeast"/>
        <w:ind w:left="284"/>
        <w:jc w:val="both"/>
        <w:rPr>
          <w:rFonts w:asciiTheme="minorHAnsi" w:hAnsiTheme="minorHAnsi" w:cstheme="minorHAnsi"/>
          <w:sz w:val="20"/>
        </w:rPr>
      </w:pPr>
      <w:r w:rsidRPr="00E609A6">
        <w:rPr>
          <w:rFonts w:asciiTheme="minorHAnsi" w:hAnsiTheme="minorHAnsi" w:cstheme="minorHAnsi"/>
          <w:sz w:val="20"/>
        </w:rPr>
        <w:t xml:space="preserve">Postanowienia niniejszego Zamówienia mają charakter nadrzędny w stosunku do Ogólnych Warunków Zamówienia. </w:t>
      </w:r>
    </w:p>
    <w:p w14:paraId="73811470" w14:textId="1CAF2506" w:rsidR="00285858" w:rsidRPr="00285858" w:rsidRDefault="0064340B" w:rsidP="006D0253">
      <w:pPr>
        <w:keepNext/>
        <w:spacing w:before="100" w:after="100" w:line="20" w:lineRule="atLeast"/>
        <w:ind w:left="284" w:hanging="426"/>
        <w:jc w:val="both"/>
        <w:rPr>
          <w:rFonts w:asciiTheme="minorHAnsi" w:hAnsiTheme="minorHAnsi" w:cstheme="minorHAnsi"/>
          <w:sz w:val="20"/>
        </w:rPr>
      </w:pPr>
      <w:r w:rsidRPr="00E609A6">
        <w:rPr>
          <w:rFonts w:asciiTheme="minorHAnsi" w:hAnsiTheme="minorHAnsi" w:cstheme="minorHAnsi"/>
          <w:b/>
          <w:sz w:val="20"/>
        </w:rPr>
        <w:tab/>
      </w:r>
      <w:r w:rsidR="0086212C" w:rsidRPr="00E609A6">
        <w:rPr>
          <w:rFonts w:asciiTheme="minorHAnsi" w:hAnsiTheme="minorHAnsi" w:cstheme="minorHAnsi"/>
          <w:sz w:val="20"/>
        </w:rPr>
        <w:t xml:space="preserve">Osoba sporządzająca: </w:t>
      </w:r>
      <w:r w:rsidR="00F05E85">
        <w:rPr>
          <w:rFonts w:asciiTheme="minorHAnsi" w:hAnsiTheme="minorHAnsi" w:cstheme="minorHAnsi"/>
          <w:sz w:val="20"/>
        </w:rPr>
        <w:t>………………………..</w:t>
      </w:r>
      <w:r w:rsidR="00880912">
        <w:rPr>
          <w:rFonts w:asciiTheme="minorHAnsi" w:hAnsiTheme="minorHAnsi" w:cstheme="minorHAnsi"/>
          <w:sz w:val="20"/>
        </w:rPr>
        <w:t>.</w:t>
      </w:r>
    </w:p>
    <w:p w14:paraId="77117AA3" w14:textId="77777777" w:rsidR="006D0253" w:rsidRDefault="006D0253" w:rsidP="006D0253">
      <w:pPr>
        <w:spacing w:before="100" w:after="100" w:line="20" w:lineRule="atLeast"/>
        <w:jc w:val="both"/>
        <w:rPr>
          <w:rFonts w:asciiTheme="minorHAnsi" w:hAnsiTheme="minorHAnsi" w:cstheme="minorHAnsi"/>
          <w:b/>
          <w:sz w:val="20"/>
        </w:rPr>
      </w:pPr>
    </w:p>
    <w:p w14:paraId="371C0B60" w14:textId="551FCCB5" w:rsidR="002F298E" w:rsidRPr="00E609A6" w:rsidRDefault="00F05E85" w:rsidP="006D0253">
      <w:pPr>
        <w:spacing w:before="100" w:after="100" w:line="20" w:lineRule="atLeast"/>
        <w:jc w:val="both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Załącznik</w:t>
      </w:r>
      <w:r w:rsidR="006D0253">
        <w:rPr>
          <w:rFonts w:asciiTheme="minorHAnsi" w:hAnsiTheme="minorHAnsi" w:cstheme="minorHAnsi"/>
          <w:b/>
          <w:sz w:val="20"/>
        </w:rPr>
        <w:t>i</w:t>
      </w:r>
      <w:r w:rsidR="006F707F" w:rsidRPr="00E609A6">
        <w:rPr>
          <w:rFonts w:asciiTheme="minorHAnsi" w:hAnsiTheme="minorHAnsi" w:cstheme="minorHAnsi"/>
          <w:b/>
          <w:sz w:val="20"/>
        </w:rPr>
        <w:t>:</w:t>
      </w:r>
    </w:p>
    <w:p w14:paraId="0E22E79F" w14:textId="5C4D01B3" w:rsidR="00F47ACB" w:rsidRDefault="00F11B68" w:rsidP="006D0253">
      <w:pPr>
        <w:spacing w:before="100" w:after="100" w:line="20" w:lineRule="atLeast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Zał</w:t>
      </w:r>
      <w:r w:rsidR="00CF328D">
        <w:rPr>
          <w:rFonts w:asciiTheme="minorHAnsi" w:hAnsiTheme="minorHAnsi" w:cstheme="minorHAnsi"/>
          <w:sz w:val="20"/>
        </w:rPr>
        <w:t xml:space="preserve">ącznik </w:t>
      </w:r>
      <w:r>
        <w:rPr>
          <w:rFonts w:asciiTheme="minorHAnsi" w:hAnsiTheme="minorHAnsi" w:cstheme="minorHAnsi"/>
          <w:sz w:val="20"/>
        </w:rPr>
        <w:t xml:space="preserve">nr </w:t>
      </w:r>
      <w:r w:rsidR="003B602C">
        <w:rPr>
          <w:rFonts w:asciiTheme="minorHAnsi" w:hAnsiTheme="minorHAnsi" w:cstheme="minorHAnsi"/>
          <w:sz w:val="20"/>
        </w:rPr>
        <w:t>1</w:t>
      </w:r>
      <w:r>
        <w:rPr>
          <w:rFonts w:asciiTheme="minorHAnsi" w:hAnsiTheme="minorHAnsi" w:cstheme="minorHAnsi"/>
          <w:sz w:val="20"/>
        </w:rPr>
        <w:t xml:space="preserve"> </w:t>
      </w:r>
      <w:r w:rsidR="0083334A">
        <w:rPr>
          <w:rFonts w:asciiTheme="minorHAnsi" w:hAnsiTheme="minorHAnsi" w:cstheme="minorHAnsi"/>
          <w:sz w:val="20"/>
        </w:rPr>
        <w:t>–</w:t>
      </w:r>
      <w:r w:rsidR="00F47ACB">
        <w:rPr>
          <w:rFonts w:asciiTheme="minorHAnsi" w:hAnsiTheme="minorHAnsi" w:cstheme="minorHAnsi"/>
          <w:sz w:val="20"/>
        </w:rPr>
        <w:t xml:space="preserve"> </w:t>
      </w:r>
      <w:r w:rsidR="0083334A">
        <w:rPr>
          <w:rFonts w:asciiTheme="minorHAnsi" w:hAnsiTheme="minorHAnsi" w:cstheme="minorHAnsi"/>
          <w:sz w:val="20"/>
        </w:rPr>
        <w:t>Opis Przedmiotu Zamówienia</w:t>
      </w:r>
      <w:r w:rsidR="002C088A">
        <w:rPr>
          <w:rFonts w:asciiTheme="minorHAnsi" w:hAnsiTheme="minorHAnsi" w:cstheme="minorHAnsi"/>
          <w:sz w:val="20"/>
        </w:rPr>
        <w:t>;</w:t>
      </w:r>
    </w:p>
    <w:p w14:paraId="6DA98F25" w14:textId="114704ED" w:rsidR="000B6C8C" w:rsidRDefault="0083334A" w:rsidP="006D0253">
      <w:pPr>
        <w:spacing w:before="100" w:after="100" w:line="20" w:lineRule="atLeast"/>
        <w:jc w:val="both"/>
        <w:rPr>
          <w:rFonts w:asciiTheme="minorHAnsi" w:hAnsiTheme="minorHAnsi" w:cstheme="minorHAnsi"/>
          <w:color w:val="auto"/>
          <w:sz w:val="20"/>
        </w:rPr>
      </w:pPr>
      <w:r w:rsidRPr="000B6C8C">
        <w:rPr>
          <w:rFonts w:asciiTheme="minorHAnsi" w:hAnsiTheme="minorHAnsi" w:cstheme="minorHAnsi"/>
          <w:color w:val="auto"/>
          <w:sz w:val="20"/>
        </w:rPr>
        <w:t>Zał</w:t>
      </w:r>
      <w:r w:rsidR="00CF328D">
        <w:rPr>
          <w:rFonts w:asciiTheme="minorHAnsi" w:hAnsiTheme="minorHAnsi" w:cstheme="minorHAnsi"/>
          <w:color w:val="auto"/>
          <w:sz w:val="20"/>
        </w:rPr>
        <w:t xml:space="preserve">ącznik </w:t>
      </w:r>
      <w:r w:rsidRPr="000B6C8C">
        <w:rPr>
          <w:rFonts w:asciiTheme="minorHAnsi" w:hAnsiTheme="minorHAnsi" w:cstheme="minorHAnsi"/>
          <w:color w:val="auto"/>
          <w:sz w:val="20"/>
        </w:rPr>
        <w:t>nr 2 –</w:t>
      </w:r>
      <w:r w:rsidR="00F55764">
        <w:rPr>
          <w:rFonts w:asciiTheme="minorHAnsi" w:hAnsiTheme="minorHAnsi" w:cstheme="minorHAnsi"/>
          <w:color w:val="auto"/>
          <w:sz w:val="20"/>
        </w:rPr>
        <w:t xml:space="preserve"> </w:t>
      </w:r>
      <w:r w:rsidR="006904C4">
        <w:rPr>
          <w:rFonts w:asciiTheme="minorHAnsi" w:hAnsiTheme="minorHAnsi" w:cstheme="minorHAnsi"/>
          <w:color w:val="auto"/>
          <w:sz w:val="20"/>
        </w:rPr>
        <w:t>Harmonogram dostaw;</w:t>
      </w:r>
    </w:p>
    <w:p w14:paraId="737A9A22" w14:textId="6C94A3DA" w:rsidR="006904C4" w:rsidRPr="000B6C8C" w:rsidRDefault="006904C4" w:rsidP="006D0253">
      <w:pPr>
        <w:spacing w:before="100" w:after="100" w:line="20" w:lineRule="atLeast"/>
        <w:jc w:val="both"/>
        <w:rPr>
          <w:rFonts w:asciiTheme="minorHAnsi" w:hAnsiTheme="minorHAnsi" w:cstheme="minorHAnsi"/>
          <w:color w:val="auto"/>
          <w:sz w:val="20"/>
        </w:rPr>
      </w:pPr>
      <w:r>
        <w:rPr>
          <w:rFonts w:asciiTheme="minorHAnsi" w:hAnsiTheme="minorHAnsi" w:cstheme="minorHAnsi"/>
          <w:color w:val="auto"/>
          <w:sz w:val="20"/>
        </w:rPr>
        <w:t>Zał</w:t>
      </w:r>
      <w:r w:rsidR="00CF328D">
        <w:rPr>
          <w:rFonts w:asciiTheme="minorHAnsi" w:hAnsiTheme="minorHAnsi" w:cstheme="minorHAnsi"/>
          <w:color w:val="auto"/>
          <w:sz w:val="20"/>
        </w:rPr>
        <w:t xml:space="preserve">ącznik </w:t>
      </w:r>
      <w:r>
        <w:rPr>
          <w:rFonts w:asciiTheme="minorHAnsi" w:hAnsiTheme="minorHAnsi" w:cstheme="minorHAnsi"/>
          <w:color w:val="auto"/>
          <w:sz w:val="20"/>
        </w:rPr>
        <w:t>nr 3 – Miejsce realizacji dostaw.</w:t>
      </w:r>
    </w:p>
    <w:p w14:paraId="67FA7CA1" w14:textId="77777777" w:rsidR="008F7929" w:rsidRPr="00E609A6" w:rsidRDefault="008F7929" w:rsidP="006D0253">
      <w:pPr>
        <w:spacing w:before="100" w:after="100" w:line="20" w:lineRule="atLeast"/>
        <w:jc w:val="both"/>
        <w:rPr>
          <w:rFonts w:asciiTheme="minorHAnsi" w:hAnsiTheme="minorHAnsi" w:cstheme="minorHAnsi"/>
          <w:sz w:val="20"/>
        </w:rPr>
      </w:pPr>
    </w:p>
    <w:p w14:paraId="6223D06A" w14:textId="12FF6D2B" w:rsidR="0064340B" w:rsidRPr="00E609A6" w:rsidRDefault="0064340B" w:rsidP="00E609A6">
      <w:pPr>
        <w:spacing w:before="100" w:after="100" w:line="20" w:lineRule="atLeast"/>
        <w:rPr>
          <w:rFonts w:asciiTheme="minorHAnsi" w:hAnsiTheme="minorHAnsi" w:cstheme="minorHAnsi"/>
          <w:sz w:val="20"/>
        </w:rPr>
      </w:pPr>
    </w:p>
    <w:p w14:paraId="6C0BCB5B" w14:textId="0E9B992F" w:rsidR="0064340B" w:rsidRPr="004C625B" w:rsidRDefault="0064340B" w:rsidP="004C625B">
      <w:pPr>
        <w:spacing w:before="100" w:after="100" w:line="20" w:lineRule="atLeas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bCs/>
          <w:sz w:val="20"/>
        </w:rPr>
        <w:tab/>
      </w:r>
      <w:r>
        <w:rPr>
          <w:rFonts w:asciiTheme="minorHAnsi" w:hAnsiTheme="minorHAnsi" w:cstheme="minorHAnsi"/>
          <w:b/>
          <w:bCs/>
          <w:sz w:val="20"/>
        </w:rPr>
        <w:tab/>
      </w:r>
      <w:r>
        <w:rPr>
          <w:rFonts w:asciiTheme="minorHAnsi" w:hAnsiTheme="minorHAnsi" w:cstheme="minorHAnsi"/>
          <w:b/>
          <w:bCs/>
          <w:sz w:val="20"/>
        </w:rPr>
        <w:tab/>
      </w:r>
      <w:r w:rsidRPr="004C625B">
        <w:rPr>
          <w:rFonts w:asciiTheme="minorHAnsi" w:hAnsiTheme="minorHAnsi" w:cstheme="minorHAnsi"/>
          <w:b/>
          <w:bCs/>
          <w:sz w:val="20"/>
        </w:rPr>
        <w:t>Zamawiający:</w:t>
      </w:r>
      <w:r w:rsidRPr="0064340B">
        <w:rPr>
          <w:rFonts w:asciiTheme="minorHAnsi" w:hAnsiTheme="minorHAnsi" w:cstheme="minorHAnsi"/>
          <w:b/>
          <w:bCs/>
          <w:sz w:val="20"/>
        </w:rPr>
        <w:t xml:space="preserve"> </w:t>
      </w:r>
      <w:r>
        <w:rPr>
          <w:rFonts w:asciiTheme="minorHAnsi" w:hAnsiTheme="minorHAnsi" w:cstheme="minorHAnsi"/>
          <w:b/>
          <w:bCs/>
          <w:sz w:val="20"/>
        </w:rPr>
        <w:tab/>
      </w:r>
      <w:r>
        <w:rPr>
          <w:rFonts w:asciiTheme="minorHAnsi" w:hAnsiTheme="minorHAnsi" w:cstheme="minorHAnsi"/>
          <w:b/>
          <w:bCs/>
          <w:sz w:val="20"/>
        </w:rPr>
        <w:tab/>
      </w:r>
      <w:r>
        <w:rPr>
          <w:rFonts w:asciiTheme="minorHAnsi" w:hAnsiTheme="minorHAnsi" w:cstheme="minorHAnsi"/>
          <w:b/>
          <w:bCs/>
          <w:sz w:val="20"/>
        </w:rPr>
        <w:tab/>
      </w:r>
      <w:r>
        <w:rPr>
          <w:rFonts w:asciiTheme="minorHAnsi" w:hAnsiTheme="minorHAnsi" w:cstheme="minorHAnsi"/>
          <w:b/>
          <w:bCs/>
          <w:sz w:val="20"/>
        </w:rPr>
        <w:tab/>
      </w:r>
      <w:r>
        <w:rPr>
          <w:rFonts w:asciiTheme="minorHAnsi" w:hAnsiTheme="minorHAnsi" w:cstheme="minorHAnsi"/>
          <w:b/>
          <w:bCs/>
          <w:sz w:val="20"/>
        </w:rPr>
        <w:tab/>
        <w:t xml:space="preserve">                     </w:t>
      </w:r>
      <w:r w:rsidRPr="004C625B">
        <w:rPr>
          <w:rFonts w:asciiTheme="minorHAnsi" w:hAnsiTheme="minorHAnsi" w:cstheme="minorHAnsi"/>
          <w:b/>
          <w:bCs/>
          <w:sz w:val="20"/>
        </w:rPr>
        <w:t>Wykonawca:</w:t>
      </w:r>
    </w:p>
    <w:p w14:paraId="4607E5A1" w14:textId="1F60F440" w:rsidR="00E50678" w:rsidRPr="006904C4" w:rsidRDefault="0064340B" w:rsidP="006904C4">
      <w:pPr>
        <w:tabs>
          <w:tab w:val="left" w:pos="9214"/>
        </w:tabs>
        <w:spacing w:before="100" w:after="100" w:line="20" w:lineRule="atLeast"/>
        <w:ind w:left="6521" w:right="1276"/>
        <w:jc w:val="center"/>
        <w:rPr>
          <w:rFonts w:asciiTheme="minorHAnsi" w:hAnsiTheme="minorHAnsi" w:cstheme="minorHAnsi"/>
          <w:bCs/>
          <w:i/>
          <w:sz w:val="20"/>
        </w:rPr>
      </w:pPr>
      <w:r w:rsidRPr="004C625B">
        <w:rPr>
          <w:rFonts w:asciiTheme="minorHAnsi" w:hAnsiTheme="minorHAnsi" w:cstheme="minorHAnsi"/>
          <w:bCs/>
          <w:i/>
          <w:sz w:val="20"/>
        </w:rPr>
        <w:t>Przyjmuję do realizacji niniejsze Zamówienie na warunkach w nim określonych</w:t>
      </w:r>
    </w:p>
    <w:sectPr w:rsidR="00E50678" w:rsidRPr="006904C4" w:rsidSect="00C056A9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560" w:right="707" w:bottom="1135" w:left="709" w:header="0" w:footer="8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F0F26" w14:textId="77777777" w:rsidR="006A5295" w:rsidRDefault="006A5295" w:rsidP="001C34EF">
      <w:r>
        <w:separator/>
      </w:r>
    </w:p>
  </w:endnote>
  <w:endnote w:type="continuationSeparator" w:id="0">
    <w:p w14:paraId="5663191D" w14:textId="77777777" w:rsidR="006A5295" w:rsidRDefault="006A5295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734DB" w14:textId="77777777" w:rsidR="004C625B" w:rsidRDefault="004C625B" w:rsidP="004C625B">
    <w:pPr>
      <w:pStyle w:val="Nagwek"/>
    </w:pPr>
  </w:p>
  <w:p w14:paraId="68A3819C" w14:textId="77777777" w:rsidR="004C625B" w:rsidRDefault="004C625B" w:rsidP="004C625B"/>
  <w:p w14:paraId="63B02585" w14:textId="77777777" w:rsidR="004C625B" w:rsidRDefault="004C625B" w:rsidP="004C625B">
    <w:pPr>
      <w:pStyle w:val="Stopka"/>
      <w:spacing w:line="240" w:lineRule="auto"/>
      <w:ind w:left="567" w:right="567"/>
      <w:jc w:val="both"/>
      <w:rPr>
        <w:color w:val="7B7B7B"/>
        <w:spacing w:val="2"/>
        <w:sz w:val="14"/>
        <w:szCs w:val="14"/>
      </w:rPr>
    </w:pPr>
    <w:r>
      <w:rPr>
        <w:noProof/>
        <w:spacing w:val="2"/>
        <w:szCs w:val="22"/>
      </w:rPr>
      <mc:AlternateContent>
        <mc:Choice Requires="wps">
          <w:drawing>
            <wp:anchor distT="4294967294" distB="4294967294" distL="114300" distR="114300" simplePos="0" relativeHeight="251680768" behindDoc="0" locked="0" layoutInCell="1" allowOverlap="1" wp14:anchorId="779C5613" wp14:editId="439F1349">
              <wp:simplePos x="0" y="0"/>
              <wp:positionH relativeFrom="column">
                <wp:posOffset>3327</wp:posOffset>
              </wp:positionH>
              <wp:positionV relativeFrom="paragraph">
                <wp:posOffset>-117932</wp:posOffset>
              </wp:positionV>
              <wp:extent cx="6627572" cy="0"/>
              <wp:effectExtent l="0" t="0" r="20955" b="19050"/>
              <wp:wrapNone/>
              <wp:docPr id="130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27572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A84681" id="Łącznik prostoliniowy 2" o:spid="_x0000_s1026" style="position:absolute;z-index:2516807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.25pt,-9.3pt" to="522.1pt,-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" strokecolor="#1f497d [3215]">
              <o:lock v:ext="edit" shapetype="f"/>
            </v:line>
          </w:pict>
        </mc:Fallback>
      </mc:AlternateContent>
    </w:r>
    <w:r w:rsidRPr="00B4043A">
      <w:rPr>
        <w:b/>
        <w:color w:val="7B7B7B"/>
        <w:spacing w:val="2"/>
        <w:sz w:val="14"/>
        <w:szCs w:val="14"/>
      </w:rPr>
      <w:t>PGE Górnictwo i Energetyka Konwencjonalna Spółka A</w:t>
    </w:r>
    <w:r>
      <w:rPr>
        <w:b/>
        <w:color w:val="7B7B7B"/>
        <w:spacing w:val="2"/>
        <w:sz w:val="14"/>
        <w:szCs w:val="14"/>
      </w:rPr>
      <w:t>kcyjna z siedzibą w Bełchatowie</w:t>
    </w:r>
    <w:r>
      <w:rPr>
        <w:color w:val="7B7B7B"/>
        <w:spacing w:val="2"/>
        <w:sz w:val="14"/>
        <w:szCs w:val="14"/>
      </w:rPr>
      <w:t>,</w:t>
    </w:r>
    <w:r w:rsidRPr="00B4043A">
      <w:rPr>
        <w:color w:val="7B7B7B"/>
        <w:spacing w:val="2"/>
        <w:sz w:val="14"/>
        <w:szCs w:val="14"/>
      </w:rPr>
      <w:t xml:space="preserve"> 97-400 Bełchatów</w:t>
    </w:r>
    <w:r>
      <w:rPr>
        <w:color w:val="7B7B7B"/>
        <w:spacing w:val="2"/>
        <w:sz w:val="14"/>
        <w:szCs w:val="14"/>
      </w:rPr>
      <w:t xml:space="preserve">, </w:t>
    </w:r>
    <w:r w:rsidRPr="00B4043A">
      <w:rPr>
        <w:color w:val="7B7B7B"/>
        <w:spacing w:val="2"/>
        <w:sz w:val="14"/>
        <w:szCs w:val="14"/>
      </w:rPr>
      <w:t xml:space="preserve">ul. </w:t>
    </w:r>
    <w:r>
      <w:rPr>
        <w:color w:val="7B7B7B"/>
        <w:spacing w:val="2"/>
        <w:sz w:val="14"/>
        <w:szCs w:val="14"/>
      </w:rPr>
      <w:t>Węglowa 5, woj. łódzkie,</w:t>
    </w:r>
    <w:r w:rsidRPr="00B4043A">
      <w:rPr>
        <w:color w:val="7B7B7B"/>
        <w:spacing w:val="2"/>
        <w:sz w:val="14"/>
        <w:szCs w:val="14"/>
      </w:rPr>
      <w:t xml:space="preserve"> NIP: </w:t>
    </w:r>
    <w:r>
      <w:rPr>
        <w:color w:val="7B7B7B"/>
        <w:spacing w:val="2"/>
        <w:sz w:val="14"/>
        <w:szCs w:val="14"/>
      </w:rPr>
      <w:t>769-050-24-95, REGON: 000560207,</w:t>
    </w:r>
    <w:r w:rsidRPr="00B4043A">
      <w:rPr>
        <w:color w:val="7B7B7B"/>
        <w:spacing w:val="2"/>
        <w:sz w:val="14"/>
        <w:szCs w:val="14"/>
      </w:rPr>
      <w:t xml:space="preserve"> wpisana do Krajowego Rejestru Sądowego prowadzonego przez Sąd Rejonowy dla Łodzi</w:t>
    </w:r>
    <w:r>
      <w:rPr>
        <w:color w:val="7B7B7B"/>
        <w:spacing w:val="2"/>
        <w:sz w:val="14"/>
        <w:szCs w:val="14"/>
      </w:rPr>
      <w:t xml:space="preserve"> </w:t>
    </w:r>
    <w:r w:rsidRPr="00B4043A">
      <w:rPr>
        <w:color w:val="7B7B7B"/>
        <w:spacing w:val="2"/>
        <w:sz w:val="14"/>
        <w:szCs w:val="14"/>
      </w:rPr>
      <w:t>-</w:t>
    </w:r>
    <w:r>
      <w:rPr>
        <w:color w:val="7B7B7B"/>
        <w:spacing w:val="2"/>
        <w:sz w:val="14"/>
        <w:szCs w:val="14"/>
      </w:rPr>
      <w:t xml:space="preserve"> </w:t>
    </w:r>
    <w:r w:rsidRPr="00B4043A">
      <w:rPr>
        <w:color w:val="7B7B7B"/>
        <w:spacing w:val="2"/>
        <w:sz w:val="14"/>
        <w:szCs w:val="14"/>
      </w:rPr>
      <w:t>Śródmieścia, XX Wydział Gospodarczy</w:t>
    </w:r>
    <w:r w:rsidRPr="00A976B0">
      <w:rPr>
        <w:color w:val="7B7B7B"/>
        <w:spacing w:val="2"/>
        <w:sz w:val="14"/>
        <w:szCs w:val="14"/>
      </w:rPr>
      <w:t xml:space="preserve"> </w:t>
    </w:r>
    <w:r w:rsidRPr="00B4043A">
      <w:rPr>
        <w:color w:val="7B7B7B"/>
        <w:spacing w:val="2"/>
        <w:sz w:val="14"/>
        <w:szCs w:val="14"/>
      </w:rPr>
      <w:t>w Łodzi</w:t>
    </w:r>
    <w:r>
      <w:rPr>
        <w:color w:val="7B7B7B"/>
        <w:spacing w:val="2"/>
        <w:sz w:val="14"/>
        <w:szCs w:val="14"/>
      </w:rPr>
      <w:t>,</w:t>
    </w:r>
    <w:r w:rsidRPr="00B4043A">
      <w:rPr>
        <w:color w:val="7B7B7B"/>
        <w:spacing w:val="2"/>
        <w:sz w:val="14"/>
        <w:szCs w:val="14"/>
      </w:rPr>
      <w:t xml:space="preserve"> KRS: 0000032334</w:t>
    </w:r>
    <w:r>
      <w:rPr>
        <w:color w:val="7B7B7B"/>
        <w:spacing w:val="2"/>
        <w:sz w:val="14"/>
        <w:szCs w:val="14"/>
      </w:rPr>
      <w:t xml:space="preserve">. Kapitał zakładowy: </w:t>
    </w:r>
    <w:r w:rsidRPr="00A66125">
      <w:rPr>
        <w:color w:val="7B7B7B"/>
        <w:spacing w:val="2"/>
        <w:sz w:val="14"/>
        <w:szCs w:val="14"/>
      </w:rPr>
      <w:t>6.</w:t>
    </w:r>
    <w:r>
      <w:rPr>
        <w:color w:val="7B7B7B"/>
        <w:spacing w:val="2"/>
        <w:sz w:val="14"/>
        <w:szCs w:val="14"/>
      </w:rPr>
      <w:t>450</w:t>
    </w:r>
    <w:r w:rsidRPr="00A66125">
      <w:rPr>
        <w:color w:val="7B7B7B"/>
        <w:spacing w:val="2"/>
        <w:sz w:val="14"/>
        <w:szCs w:val="14"/>
      </w:rPr>
      <w:t>.</w:t>
    </w:r>
    <w:r>
      <w:rPr>
        <w:color w:val="7B7B7B"/>
        <w:spacing w:val="2"/>
        <w:sz w:val="14"/>
        <w:szCs w:val="14"/>
      </w:rPr>
      <w:t>307</w:t>
    </w:r>
    <w:r w:rsidRPr="00A66125">
      <w:rPr>
        <w:color w:val="7B7B7B"/>
        <w:spacing w:val="2"/>
        <w:sz w:val="14"/>
        <w:szCs w:val="14"/>
      </w:rPr>
      <w:t>.</w:t>
    </w:r>
    <w:r>
      <w:rPr>
        <w:color w:val="7B7B7B"/>
        <w:spacing w:val="2"/>
        <w:sz w:val="14"/>
        <w:szCs w:val="14"/>
      </w:rPr>
      <w:t>050,00 zł – kapitał w całości wpłacony</w:t>
    </w:r>
    <w:r w:rsidRPr="00B4043A">
      <w:rPr>
        <w:color w:val="7B7B7B"/>
        <w:spacing w:val="2"/>
        <w:sz w:val="14"/>
        <w:szCs w:val="14"/>
      </w:rPr>
      <w:t>, www.pgegiek.pl</w:t>
    </w:r>
  </w:p>
  <w:p w14:paraId="641BB6FC" w14:textId="77777777" w:rsidR="003D626C" w:rsidRPr="00251DD8" w:rsidRDefault="003D626C" w:rsidP="000E07E4">
    <w:pPr>
      <w:pStyle w:val="Stopka"/>
      <w:tabs>
        <w:tab w:val="clear" w:pos="4536"/>
        <w:tab w:val="clear" w:pos="9072"/>
      </w:tabs>
      <w:spacing w:line="240" w:lineRule="auto"/>
      <w:ind w:right="1331"/>
      <w:jc w:val="both"/>
      <w:rPr>
        <w:b/>
        <w:color w:val="7B7B7B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BB702" w14:textId="253CC427" w:rsidR="00E370B5" w:rsidRDefault="00EA3442" w:rsidP="004C625B">
    <w:pPr>
      <w:pStyle w:val="Stopka"/>
      <w:spacing w:line="240" w:lineRule="auto"/>
      <w:ind w:left="567" w:right="567"/>
      <w:jc w:val="both"/>
      <w:rPr>
        <w:color w:val="7B7B7B"/>
        <w:spacing w:val="2"/>
        <w:sz w:val="14"/>
        <w:szCs w:val="14"/>
      </w:rPr>
    </w:pPr>
    <w:r>
      <w:rPr>
        <w:noProof/>
        <w:spacing w:val="2"/>
        <w:szCs w:val="22"/>
      </w:rPr>
      <mc:AlternateContent>
        <mc:Choice Requires="wps">
          <w:drawing>
            <wp:anchor distT="4294967294" distB="4294967294" distL="114300" distR="114300" simplePos="0" relativeHeight="251674624" behindDoc="0" locked="0" layoutInCell="1" allowOverlap="1" wp14:anchorId="641BB712" wp14:editId="7692F94E">
              <wp:simplePos x="0" y="0"/>
              <wp:positionH relativeFrom="column">
                <wp:posOffset>3327</wp:posOffset>
              </wp:positionH>
              <wp:positionV relativeFrom="paragraph">
                <wp:posOffset>-117932</wp:posOffset>
              </wp:positionV>
              <wp:extent cx="6627572" cy="0"/>
              <wp:effectExtent l="0" t="0" r="20955" b="19050"/>
              <wp:wrapNone/>
              <wp:docPr id="2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27572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9E0D66" id="Łącznik prostoliniowy 2" o:spid="_x0000_s1026" style="position:absolute;z-index:2516746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.25pt,-9.3pt" to="522.1pt,-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" strokecolor="#1f497d [3215]">
              <o:lock v:ext="edit" shapetype="f"/>
            </v:line>
          </w:pict>
        </mc:Fallback>
      </mc:AlternateContent>
    </w:r>
    <w:r w:rsidR="00590476" w:rsidRPr="00B4043A">
      <w:rPr>
        <w:b/>
        <w:color w:val="7B7B7B"/>
        <w:spacing w:val="2"/>
        <w:sz w:val="14"/>
        <w:szCs w:val="14"/>
      </w:rPr>
      <w:t>PGE Górnictwo i Energetyka Konwencjonalna Spółka A</w:t>
    </w:r>
    <w:r>
      <w:rPr>
        <w:b/>
        <w:color w:val="7B7B7B"/>
        <w:spacing w:val="2"/>
        <w:sz w:val="14"/>
        <w:szCs w:val="14"/>
      </w:rPr>
      <w:t>kcyjna z siedzibą w Bełchatowie</w:t>
    </w:r>
    <w:r>
      <w:rPr>
        <w:color w:val="7B7B7B"/>
        <w:spacing w:val="2"/>
        <w:sz w:val="14"/>
        <w:szCs w:val="14"/>
      </w:rPr>
      <w:t>,</w:t>
    </w:r>
    <w:r w:rsidR="00590476" w:rsidRPr="00B4043A">
      <w:rPr>
        <w:color w:val="7B7B7B"/>
        <w:spacing w:val="2"/>
        <w:sz w:val="14"/>
        <w:szCs w:val="14"/>
      </w:rPr>
      <w:t xml:space="preserve"> 97-400 Bełchatów</w:t>
    </w:r>
    <w:r w:rsidR="004C625B">
      <w:rPr>
        <w:color w:val="7B7B7B"/>
        <w:spacing w:val="2"/>
        <w:sz w:val="14"/>
        <w:szCs w:val="14"/>
      </w:rPr>
      <w:t xml:space="preserve">, </w:t>
    </w:r>
    <w:r w:rsidR="00590476" w:rsidRPr="00B4043A">
      <w:rPr>
        <w:color w:val="7B7B7B"/>
        <w:spacing w:val="2"/>
        <w:sz w:val="14"/>
        <w:szCs w:val="14"/>
      </w:rPr>
      <w:t xml:space="preserve">ul. </w:t>
    </w:r>
    <w:r>
      <w:rPr>
        <w:color w:val="7B7B7B"/>
        <w:spacing w:val="2"/>
        <w:sz w:val="14"/>
        <w:szCs w:val="14"/>
      </w:rPr>
      <w:t xml:space="preserve">Węglowa 5, woj. </w:t>
    </w:r>
    <w:r w:rsidR="00CB2C63">
      <w:rPr>
        <w:color w:val="7B7B7B"/>
        <w:spacing w:val="2"/>
        <w:sz w:val="14"/>
        <w:szCs w:val="14"/>
      </w:rPr>
      <w:t>ł</w:t>
    </w:r>
    <w:r>
      <w:rPr>
        <w:color w:val="7B7B7B"/>
        <w:spacing w:val="2"/>
        <w:sz w:val="14"/>
        <w:szCs w:val="14"/>
      </w:rPr>
      <w:t>ódzkie,</w:t>
    </w:r>
    <w:r w:rsidR="00590476" w:rsidRPr="00B4043A">
      <w:rPr>
        <w:color w:val="7B7B7B"/>
        <w:spacing w:val="2"/>
        <w:sz w:val="14"/>
        <w:szCs w:val="14"/>
      </w:rPr>
      <w:t xml:space="preserve"> NIP: </w:t>
    </w:r>
    <w:r>
      <w:rPr>
        <w:color w:val="7B7B7B"/>
        <w:spacing w:val="2"/>
        <w:sz w:val="14"/>
        <w:szCs w:val="14"/>
      </w:rPr>
      <w:t>769-050-24-95</w:t>
    </w:r>
    <w:r w:rsidR="00A976B0">
      <w:rPr>
        <w:color w:val="7B7B7B"/>
        <w:spacing w:val="2"/>
        <w:sz w:val="14"/>
        <w:szCs w:val="14"/>
      </w:rPr>
      <w:t>,</w:t>
    </w:r>
    <w:r>
      <w:rPr>
        <w:color w:val="7B7B7B"/>
        <w:spacing w:val="2"/>
        <w:sz w:val="14"/>
        <w:szCs w:val="14"/>
      </w:rPr>
      <w:t xml:space="preserve"> REGON: 000560207,</w:t>
    </w:r>
    <w:r w:rsidR="00590476" w:rsidRPr="00B4043A">
      <w:rPr>
        <w:color w:val="7B7B7B"/>
        <w:spacing w:val="2"/>
        <w:sz w:val="14"/>
        <w:szCs w:val="14"/>
      </w:rPr>
      <w:t xml:space="preserve"> wpisana do Krajowego Rejestru Sądowego prowadzonego przez Sąd Rejonowy dla Łodzi</w:t>
    </w:r>
    <w:r w:rsidR="0042418D">
      <w:rPr>
        <w:color w:val="7B7B7B"/>
        <w:spacing w:val="2"/>
        <w:sz w:val="14"/>
        <w:szCs w:val="14"/>
      </w:rPr>
      <w:t xml:space="preserve"> </w:t>
    </w:r>
    <w:r w:rsidR="00590476" w:rsidRPr="00B4043A">
      <w:rPr>
        <w:color w:val="7B7B7B"/>
        <w:spacing w:val="2"/>
        <w:sz w:val="14"/>
        <w:szCs w:val="14"/>
      </w:rPr>
      <w:t>-</w:t>
    </w:r>
    <w:r w:rsidR="0042418D">
      <w:rPr>
        <w:color w:val="7B7B7B"/>
        <w:spacing w:val="2"/>
        <w:sz w:val="14"/>
        <w:szCs w:val="14"/>
      </w:rPr>
      <w:t xml:space="preserve"> </w:t>
    </w:r>
    <w:r w:rsidR="00590476" w:rsidRPr="00B4043A">
      <w:rPr>
        <w:color w:val="7B7B7B"/>
        <w:spacing w:val="2"/>
        <w:sz w:val="14"/>
        <w:szCs w:val="14"/>
      </w:rPr>
      <w:t>Śródmieścia, XX Wydział Gospodarczy</w:t>
    </w:r>
    <w:r w:rsidR="00FE62B1" w:rsidRPr="00A976B0">
      <w:rPr>
        <w:color w:val="7B7B7B"/>
        <w:spacing w:val="2"/>
        <w:sz w:val="14"/>
        <w:szCs w:val="14"/>
      </w:rPr>
      <w:t xml:space="preserve"> </w:t>
    </w:r>
    <w:r w:rsidR="00FE62B1" w:rsidRPr="00B4043A">
      <w:rPr>
        <w:color w:val="7B7B7B"/>
        <w:spacing w:val="2"/>
        <w:sz w:val="14"/>
        <w:szCs w:val="14"/>
      </w:rPr>
      <w:t>w Łodzi</w:t>
    </w:r>
    <w:r w:rsidR="00A976B0">
      <w:rPr>
        <w:color w:val="7B7B7B"/>
        <w:spacing w:val="2"/>
        <w:sz w:val="14"/>
        <w:szCs w:val="14"/>
      </w:rPr>
      <w:t>,</w:t>
    </w:r>
    <w:r w:rsidR="00590476" w:rsidRPr="00B4043A">
      <w:rPr>
        <w:color w:val="7B7B7B"/>
        <w:spacing w:val="2"/>
        <w:sz w:val="14"/>
        <w:szCs w:val="14"/>
      </w:rPr>
      <w:t xml:space="preserve"> KRS: 0000032334</w:t>
    </w:r>
    <w:r w:rsidR="004C625B">
      <w:rPr>
        <w:color w:val="7B7B7B"/>
        <w:spacing w:val="2"/>
        <w:sz w:val="14"/>
        <w:szCs w:val="14"/>
      </w:rPr>
      <w:t xml:space="preserve">. </w:t>
    </w:r>
    <w:r w:rsidR="0057710E">
      <w:rPr>
        <w:color w:val="7B7B7B"/>
        <w:spacing w:val="2"/>
        <w:sz w:val="14"/>
        <w:szCs w:val="14"/>
      </w:rPr>
      <w:t xml:space="preserve">Kapitał zakładowy: </w:t>
    </w:r>
    <w:r w:rsidR="001D165D" w:rsidRPr="00A66125">
      <w:rPr>
        <w:color w:val="7B7B7B"/>
        <w:spacing w:val="2"/>
        <w:sz w:val="14"/>
        <w:szCs w:val="14"/>
      </w:rPr>
      <w:t>6.</w:t>
    </w:r>
    <w:r w:rsidR="001D165D">
      <w:rPr>
        <w:color w:val="7B7B7B"/>
        <w:spacing w:val="2"/>
        <w:sz w:val="14"/>
        <w:szCs w:val="14"/>
      </w:rPr>
      <w:t>450</w:t>
    </w:r>
    <w:r w:rsidR="001D165D" w:rsidRPr="00A66125">
      <w:rPr>
        <w:color w:val="7B7B7B"/>
        <w:spacing w:val="2"/>
        <w:sz w:val="14"/>
        <w:szCs w:val="14"/>
      </w:rPr>
      <w:t>.</w:t>
    </w:r>
    <w:r w:rsidR="001D165D">
      <w:rPr>
        <w:color w:val="7B7B7B"/>
        <w:spacing w:val="2"/>
        <w:sz w:val="14"/>
        <w:szCs w:val="14"/>
      </w:rPr>
      <w:t>307</w:t>
    </w:r>
    <w:r w:rsidR="001D165D" w:rsidRPr="00A66125">
      <w:rPr>
        <w:color w:val="7B7B7B"/>
        <w:spacing w:val="2"/>
        <w:sz w:val="14"/>
        <w:szCs w:val="14"/>
      </w:rPr>
      <w:t>.</w:t>
    </w:r>
    <w:r w:rsidR="001D165D">
      <w:rPr>
        <w:color w:val="7B7B7B"/>
        <w:spacing w:val="2"/>
        <w:sz w:val="14"/>
        <w:szCs w:val="14"/>
      </w:rPr>
      <w:t>050,00</w:t>
    </w:r>
    <w:r w:rsidR="0057710E">
      <w:rPr>
        <w:color w:val="7B7B7B"/>
        <w:spacing w:val="2"/>
        <w:sz w:val="14"/>
        <w:szCs w:val="14"/>
      </w:rPr>
      <w:t xml:space="preserve"> zł – kapitał w całości wpłacony</w:t>
    </w:r>
    <w:r w:rsidR="00590476" w:rsidRPr="00B4043A">
      <w:rPr>
        <w:color w:val="7B7B7B"/>
        <w:spacing w:val="2"/>
        <w:sz w:val="14"/>
        <w:szCs w:val="14"/>
      </w:rPr>
      <w:t>, www.pgegiek.pl</w:t>
    </w:r>
  </w:p>
  <w:p w14:paraId="641BB703" w14:textId="77777777" w:rsidR="00590476" w:rsidRPr="00590476" w:rsidRDefault="00590476" w:rsidP="00590476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C8BA6" w14:textId="77777777" w:rsidR="006A5295" w:rsidRDefault="006A5295" w:rsidP="001C34EF">
      <w:r>
        <w:separator/>
      </w:r>
    </w:p>
  </w:footnote>
  <w:footnote w:type="continuationSeparator" w:id="0">
    <w:p w14:paraId="3134B4E3" w14:textId="77777777" w:rsidR="006A5295" w:rsidRDefault="006A5295" w:rsidP="001C34EF">
      <w:r>
        <w:continuationSeparator/>
      </w:r>
    </w:p>
  </w:footnote>
  <w:footnote w:id="1">
    <w:p w14:paraId="70F477DD" w14:textId="62BCD22A" w:rsidR="001B5883" w:rsidRDefault="001B588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5883">
        <w:rPr>
          <w:sz w:val="16"/>
          <w:szCs w:val="16"/>
        </w:rPr>
        <w:t>Wartość i ilość dostosowana będzie do części, której będzie dotyczyła.</w:t>
      </w:r>
    </w:p>
  </w:footnote>
  <w:footnote w:id="2">
    <w:p w14:paraId="0E7BF095" w14:textId="5AAD82BC" w:rsidR="00156C09" w:rsidRPr="00156C09" w:rsidRDefault="00156C0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C09">
        <w:rPr>
          <w:rFonts w:asciiTheme="minorHAnsi" w:hAnsiTheme="minorHAnsi" w:cstheme="minorHAnsi"/>
          <w:sz w:val="16"/>
          <w:szCs w:val="16"/>
        </w:rPr>
        <w:t xml:space="preserve">Wykonawca przesyła fakturę na adres e-mail: </w:t>
      </w:r>
      <w:hyperlink r:id="rId1" w:history="1">
        <w:r w:rsidRPr="00156C09">
          <w:rPr>
            <w:rStyle w:val="Hipercze"/>
            <w:rFonts w:asciiTheme="minorHAnsi" w:hAnsiTheme="minorHAnsi" w:cstheme="minorHAnsi"/>
            <w:b/>
            <w:bCs/>
            <w:sz w:val="16"/>
            <w:szCs w:val="16"/>
          </w:rPr>
          <w:t>efaktura.giek@archidoc.pl</w:t>
        </w:r>
      </w:hyperlink>
      <w:r w:rsidRPr="00156C09">
        <w:rPr>
          <w:rFonts w:asciiTheme="minorHAnsi" w:hAnsiTheme="minorHAnsi" w:cstheme="minorHAnsi"/>
          <w:sz w:val="16"/>
          <w:szCs w:val="16"/>
        </w:rPr>
        <w:t xml:space="preserve"> w przypadku podpisania przez PGE GiEK S.A. oświadczenia wyrażającego zgodę na otrzymywanie faktur drogą elektroniczną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E3A71" w14:textId="5F6B79B4" w:rsidR="008B043C" w:rsidRDefault="008B043C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82816" behindDoc="0" locked="0" layoutInCell="1" allowOverlap="1" wp14:anchorId="3928CFA6" wp14:editId="0FF5F3DF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84175"/>
              <wp:effectExtent l="0" t="0" r="0" b="15875"/>
              <wp:wrapNone/>
              <wp:docPr id="1892683320" name="Pole tekstowe 2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84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8B40D3" w14:textId="7042CD65" w:rsidR="008B043C" w:rsidRPr="008B043C" w:rsidRDefault="008B043C" w:rsidP="008B043C">
                          <w:pPr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</w:pPr>
                          <w:r w:rsidRPr="008B043C"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28CFA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Chronione" style="position:absolute;margin-left:11.2pt;margin-top:0;width:62.4pt;height:30.25pt;z-index:25168281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" filled="f" stroked="f">
              <v:textbox style="mso-fit-shape-to-text:t" inset="0,15pt,20pt,0">
                <w:txbxContent>
                  <w:p w14:paraId="638B40D3" w14:textId="7042CD65" w:rsidR="008B043C" w:rsidRPr="008B043C" w:rsidRDefault="008B043C" w:rsidP="008B043C">
                    <w:pPr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</w:pPr>
                    <w:r w:rsidRPr="008B043C"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BB6FA" w14:textId="3C16A6BF" w:rsidR="00CA490B" w:rsidRPr="00594561" w:rsidRDefault="008B043C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  <w:r>
      <w:rPr>
        <w:noProof/>
        <w:color w:val="707173"/>
        <w:sz w:val="14"/>
        <w:szCs w:val="14"/>
      </w:rPr>
      <mc:AlternateContent>
        <mc:Choice Requires="wps">
          <w:drawing>
            <wp:anchor distT="0" distB="0" distL="0" distR="0" simplePos="0" relativeHeight="251683840" behindDoc="0" locked="0" layoutInCell="1" allowOverlap="1" wp14:anchorId="4C07CE58" wp14:editId="38CF2791">
              <wp:simplePos x="450850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84175"/>
              <wp:effectExtent l="0" t="0" r="0" b="15875"/>
              <wp:wrapNone/>
              <wp:docPr id="820894212" name="Pole tekstowe 3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84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193300" w14:textId="3DC6372E" w:rsidR="008B043C" w:rsidRPr="008B043C" w:rsidRDefault="008B043C" w:rsidP="008B043C">
                          <w:pPr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</w:pPr>
                          <w:r w:rsidRPr="008B043C"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07CE58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Chronione" style="position:absolute;margin-left:11.2pt;margin-top:0;width:62.4pt;height:30.25pt;z-index:2516838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" filled="f" stroked="f">
              <v:textbox style="mso-fit-shape-to-text:t" inset="0,15pt,20pt,0">
                <w:txbxContent>
                  <w:p w14:paraId="0C193300" w14:textId="3DC6372E" w:rsidR="008B043C" w:rsidRPr="008B043C" w:rsidRDefault="008B043C" w:rsidP="008B043C">
                    <w:pPr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</w:pPr>
                    <w:r w:rsidRPr="008B043C"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940C0">
      <w:rPr>
        <w:noProof/>
        <w:color w:val="707173"/>
        <w:sz w:val="14"/>
        <w:szCs w:val="14"/>
      </w:rPr>
      <w:drawing>
        <wp:anchor distT="0" distB="0" distL="114300" distR="114300" simplePos="0" relativeHeight="251660288" behindDoc="1" locked="0" layoutInCell="1" allowOverlap="1" wp14:anchorId="641BB704" wp14:editId="228D1071">
          <wp:simplePos x="0" y="0"/>
          <wp:positionH relativeFrom="page">
            <wp:posOffset>19050</wp:posOffset>
          </wp:positionH>
          <wp:positionV relativeFrom="page">
            <wp:posOffset>-329184</wp:posOffset>
          </wp:positionV>
          <wp:extent cx="7543800" cy="1885950"/>
          <wp:effectExtent l="19050" t="0" r="0" b="0"/>
          <wp:wrapNone/>
          <wp:docPr id="141" name="Obraz 1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88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BB6FD" w14:textId="4D490031" w:rsidR="006115B1" w:rsidRDefault="008B043C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  <w:r>
      <w:rPr>
        <w:b/>
        <w:noProof/>
        <w:color w:val="707173"/>
        <w:sz w:val="18"/>
        <w:szCs w:val="18"/>
      </w:rPr>
      <mc:AlternateContent>
        <mc:Choice Requires="wps">
          <w:drawing>
            <wp:anchor distT="0" distB="0" distL="0" distR="0" simplePos="0" relativeHeight="251681792" behindDoc="0" locked="0" layoutInCell="1" allowOverlap="1" wp14:anchorId="049927C1" wp14:editId="36F7BB84">
              <wp:simplePos x="453224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84175"/>
              <wp:effectExtent l="0" t="0" r="0" b="15875"/>
              <wp:wrapNone/>
              <wp:docPr id="578074297" name="Pole tekstowe 1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84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C5F90B" w14:textId="6A4398C3" w:rsidR="008B043C" w:rsidRPr="008B043C" w:rsidRDefault="008B043C" w:rsidP="008B043C">
                          <w:pPr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9927C1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Chronione" style="position:absolute;margin-left:11.2pt;margin-top:0;width:62.4pt;height:30.25pt;z-index:25168179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" filled="f" stroked="f">
              <v:textbox style="mso-fit-shape-to-text:t" inset="0,15pt,20pt,0">
                <w:txbxContent>
                  <w:p w14:paraId="02C5F90B" w14:textId="6A4398C3" w:rsidR="008B043C" w:rsidRPr="008B043C" w:rsidRDefault="008B043C" w:rsidP="008B043C">
                    <w:pPr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A6F7E">
      <w:rPr>
        <w:b/>
        <w:noProof/>
        <w:color w:val="707173"/>
        <w:sz w:val="18"/>
        <w:szCs w:val="18"/>
      </w:rPr>
      <w:drawing>
        <wp:anchor distT="0" distB="0" distL="114300" distR="114300" simplePos="0" relativeHeight="251678720" behindDoc="1" locked="0" layoutInCell="1" allowOverlap="1" wp14:anchorId="641BB710" wp14:editId="1095D4FF">
          <wp:simplePos x="0" y="0"/>
          <wp:positionH relativeFrom="page">
            <wp:posOffset>-22860</wp:posOffset>
          </wp:positionH>
          <wp:positionV relativeFrom="page">
            <wp:posOffset>-362915</wp:posOffset>
          </wp:positionV>
          <wp:extent cx="7560310" cy="1885950"/>
          <wp:effectExtent l="19050" t="0" r="2540" b="0"/>
          <wp:wrapNone/>
          <wp:docPr id="142" name="Obraz 1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88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sdt>
      <w:sdtPr>
        <w:rPr>
          <w:b/>
          <w:color w:val="707173"/>
          <w:sz w:val="18"/>
          <w:szCs w:val="18"/>
        </w:rPr>
        <w:id w:val="7038801"/>
        <w:docPartObj>
          <w:docPartGallery w:val="Page Numbers (Margins)"/>
          <w:docPartUnique/>
        </w:docPartObj>
      </w:sdtPr>
      <w:sdtContent/>
    </w:sdt>
  </w:p>
  <w:p w14:paraId="641BB6FE" w14:textId="08AE4BB7" w:rsidR="006115B1" w:rsidRPr="005D414B" w:rsidRDefault="001624B5" w:rsidP="005D414B">
    <w:pPr>
      <w:pStyle w:val="Nagwek"/>
      <w:tabs>
        <w:tab w:val="clear" w:pos="4536"/>
        <w:tab w:val="clear" w:pos="9072"/>
        <w:tab w:val="left" w:pos="5182"/>
        <w:tab w:val="right" w:pos="10490"/>
      </w:tabs>
      <w:spacing w:before="80" w:line="240" w:lineRule="auto"/>
      <w:rPr>
        <w:bCs/>
        <w:color w:val="707173"/>
        <w:sz w:val="18"/>
        <w:szCs w:val="18"/>
      </w:rPr>
    </w:pPr>
    <w:r>
      <w:rPr>
        <w:b/>
        <w:color w:val="707173"/>
        <w:sz w:val="18"/>
        <w:szCs w:val="18"/>
      </w:rPr>
      <w:tab/>
    </w:r>
    <w:r w:rsidR="005D414B">
      <w:rPr>
        <w:b/>
        <w:color w:val="707173"/>
        <w:sz w:val="18"/>
        <w:szCs w:val="18"/>
      </w:rPr>
      <w:tab/>
    </w:r>
    <w:r w:rsidR="005D414B" w:rsidRPr="005D414B">
      <w:rPr>
        <w:bCs/>
        <w:color w:val="707173"/>
        <w:sz w:val="18"/>
        <w:szCs w:val="18"/>
      </w:rPr>
      <w:t>Załącznik nr 2 do SWZ</w:t>
    </w:r>
  </w:p>
  <w:p w14:paraId="641BB6FF" w14:textId="77777777" w:rsidR="006115B1" w:rsidRDefault="006115B1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641BB700" w14:textId="77777777" w:rsidR="006115B1" w:rsidRDefault="006115B1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641BB701" w14:textId="77777777" w:rsidR="00594561" w:rsidRDefault="005945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0000025"/>
    <w:multiLevelType w:val="multilevel"/>
    <w:tmpl w:val="2096A4F6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5484876"/>
    <w:multiLevelType w:val="multilevel"/>
    <w:tmpl w:val="7B9C6CE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37" w:hanging="37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21" w:hanging="30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30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13F88"/>
    <w:multiLevelType w:val="hybridMultilevel"/>
    <w:tmpl w:val="FAF65F0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8A2C97"/>
    <w:multiLevelType w:val="hybridMultilevel"/>
    <w:tmpl w:val="BBF89818"/>
    <w:lvl w:ilvl="0" w:tplc="0F3AA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12098"/>
    <w:multiLevelType w:val="hybridMultilevel"/>
    <w:tmpl w:val="804C60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23B24F7"/>
    <w:multiLevelType w:val="hybridMultilevel"/>
    <w:tmpl w:val="91AABD90"/>
    <w:lvl w:ilvl="0" w:tplc="EBC443B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96CAD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9CAD6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50293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E85B1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42309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7E181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B69FF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06D8E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99B01CA"/>
    <w:multiLevelType w:val="hybridMultilevel"/>
    <w:tmpl w:val="8A08FA3C"/>
    <w:lvl w:ilvl="0" w:tplc="756C4BE0">
      <w:start w:val="1"/>
      <w:numFmt w:val="upperRoman"/>
      <w:pStyle w:val="Nagwek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40F4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46FD3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86A1A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127D6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80357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1EC53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024EB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388A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FE67368"/>
    <w:multiLevelType w:val="hybridMultilevel"/>
    <w:tmpl w:val="6B5884A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26076F"/>
    <w:multiLevelType w:val="multilevel"/>
    <w:tmpl w:val="9DD8DDCC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4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098" w:firstLine="42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3AD2852"/>
    <w:multiLevelType w:val="hybridMultilevel"/>
    <w:tmpl w:val="E7040B80"/>
    <w:lvl w:ilvl="0" w:tplc="A142E6DC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3BB40C7"/>
    <w:multiLevelType w:val="hybridMultilevel"/>
    <w:tmpl w:val="D1A42D12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980308C"/>
    <w:multiLevelType w:val="multilevel"/>
    <w:tmpl w:val="4FB8C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944E08"/>
    <w:multiLevelType w:val="hybridMultilevel"/>
    <w:tmpl w:val="772EBFAE"/>
    <w:lvl w:ilvl="0" w:tplc="F5EC111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12ADA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FC636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A8C23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6E3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5C6C1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C648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E8EB9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90005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BCB6006"/>
    <w:multiLevelType w:val="hybridMultilevel"/>
    <w:tmpl w:val="6F7C4AE6"/>
    <w:lvl w:ilvl="0" w:tplc="DEDAD0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EB553D"/>
    <w:multiLevelType w:val="hybridMultilevel"/>
    <w:tmpl w:val="73DC465C"/>
    <w:lvl w:ilvl="0" w:tplc="86D6359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62489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F82EC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384C7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52316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8C2FE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C2050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FA8A4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C0412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92047659">
    <w:abstractNumId w:val="2"/>
  </w:num>
  <w:num w:numId="2" w16cid:durableId="1747722174">
    <w:abstractNumId w:val="7"/>
  </w:num>
  <w:num w:numId="3" w16cid:durableId="134417249">
    <w:abstractNumId w:val="5"/>
  </w:num>
  <w:num w:numId="4" w16cid:durableId="1613244528">
    <w:abstractNumId w:val="8"/>
  </w:num>
  <w:num w:numId="5" w16cid:durableId="470828803">
    <w:abstractNumId w:val="9"/>
  </w:num>
  <w:num w:numId="6" w16cid:durableId="2022393952">
    <w:abstractNumId w:val="15"/>
  </w:num>
  <w:num w:numId="7" w16cid:durableId="1139035371">
    <w:abstractNumId w:val="13"/>
  </w:num>
  <w:num w:numId="8" w16cid:durableId="1802916439">
    <w:abstractNumId w:val="6"/>
  </w:num>
  <w:num w:numId="9" w16cid:durableId="211423249">
    <w:abstractNumId w:val="10"/>
  </w:num>
  <w:num w:numId="10" w16cid:durableId="161360381">
    <w:abstractNumId w:val="14"/>
  </w:num>
  <w:num w:numId="11" w16cid:durableId="2095324159">
    <w:abstractNumId w:val="4"/>
  </w:num>
  <w:num w:numId="12" w16cid:durableId="1115439632">
    <w:abstractNumId w:val="3"/>
  </w:num>
  <w:num w:numId="13" w16cid:durableId="20057150">
    <w:abstractNumId w:val="11"/>
  </w:num>
  <w:num w:numId="14" w16cid:durableId="23292502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/>
  <w:attachedTemplate r:id="rId1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480"/>
    <w:rsid w:val="000043EF"/>
    <w:rsid w:val="00006F29"/>
    <w:rsid w:val="00027160"/>
    <w:rsid w:val="00027F6C"/>
    <w:rsid w:val="0003081C"/>
    <w:rsid w:val="00030902"/>
    <w:rsid w:val="00037827"/>
    <w:rsid w:val="00042359"/>
    <w:rsid w:val="00050C8E"/>
    <w:rsid w:val="00051D73"/>
    <w:rsid w:val="0005642E"/>
    <w:rsid w:val="00056A46"/>
    <w:rsid w:val="00056CE0"/>
    <w:rsid w:val="0006126E"/>
    <w:rsid w:val="0006370E"/>
    <w:rsid w:val="0006624D"/>
    <w:rsid w:val="0006631B"/>
    <w:rsid w:val="00077FFB"/>
    <w:rsid w:val="0008105C"/>
    <w:rsid w:val="000818AB"/>
    <w:rsid w:val="00083195"/>
    <w:rsid w:val="00086E14"/>
    <w:rsid w:val="00090118"/>
    <w:rsid w:val="00090C9A"/>
    <w:rsid w:val="0009472D"/>
    <w:rsid w:val="00094DAC"/>
    <w:rsid w:val="0009781C"/>
    <w:rsid w:val="000A1D28"/>
    <w:rsid w:val="000A1D8E"/>
    <w:rsid w:val="000A4D9C"/>
    <w:rsid w:val="000A7BE2"/>
    <w:rsid w:val="000A7D46"/>
    <w:rsid w:val="000B0363"/>
    <w:rsid w:val="000B19E1"/>
    <w:rsid w:val="000B2A1F"/>
    <w:rsid w:val="000B3633"/>
    <w:rsid w:val="000B4372"/>
    <w:rsid w:val="000B4A96"/>
    <w:rsid w:val="000B6C8C"/>
    <w:rsid w:val="000C1555"/>
    <w:rsid w:val="000D1FED"/>
    <w:rsid w:val="000D25F2"/>
    <w:rsid w:val="000D370E"/>
    <w:rsid w:val="000D7921"/>
    <w:rsid w:val="000E07E4"/>
    <w:rsid w:val="000E0B13"/>
    <w:rsid w:val="000E3361"/>
    <w:rsid w:val="000F4C03"/>
    <w:rsid w:val="000F67FD"/>
    <w:rsid w:val="00100001"/>
    <w:rsid w:val="00112BBA"/>
    <w:rsid w:val="00115979"/>
    <w:rsid w:val="00117E3F"/>
    <w:rsid w:val="00124CBD"/>
    <w:rsid w:val="001306C4"/>
    <w:rsid w:val="001373E9"/>
    <w:rsid w:val="00145D0B"/>
    <w:rsid w:val="00146474"/>
    <w:rsid w:val="00147D1E"/>
    <w:rsid w:val="001524CC"/>
    <w:rsid w:val="00152F67"/>
    <w:rsid w:val="001566C1"/>
    <w:rsid w:val="00156C09"/>
    <w:rsid w:val="00157B2B"/>
    <w:rsid w:val="001624B5"/>
    <w:rsid w:val="00163390"/>
    <w:rsid w:val="001635DA"/>
    <w:rsid w:val="001636A6"/>
    <w:rsid w:val="00165190"/>
    <w:rsid w:val="00166465"/>
    <w:rsid w:val="00174D77"/>
    <w:rsid w:val="00175C90"/>
    <w:rsid w:val="00182E96"/>
    <w:rsid w:val="0018473F"/>
    <w:rsid w:val="001A6F7E"/>
    <w:rsid w:val="001B0D23"/>
    <w:rsid w:val="001B145B"/>
    <w:rsid w:val="001B5641"/>
    <w:rsid w:val="001B5883"/>
    <w:rsid w:val="001C0AD5"/>
    <w:rsid w:val="001C34EF"/>
    <w:rsid w:val="001C6FF3"/>
    <w:rsid w:val="001D165D"/>
    <w:rsid w:val="001D4216"/>
    <w:rsid w:val="001D47CD"/>
    <w:rsid w:val="001D5044"/>
    <w:rsid w:val="001D62F3"/>
    <w:rsid w:val="001D6486"/>
    <w:rsid w:val="001D65F4"/>
    <w:rsid w:val="001E333D"/>
    <w:rsid w:val="001E3548"/>
    <w:rsid w:val="001E5A36"/>
    <w:rsid w:val="001E701F"/>
    <w:rsid w:val="001F25EF"/>
    <w:rsid w:val="001F4E0A"/>
    <w:rsid w:val="00201969"/>
    <w:rsid w:val="002044EE"/>
    <w:rsid w:val="002059CE"/>
    <w:rsid w:val="002064BE"/>
    <w:rsid w:val="00210FA3"/>
    <w:rsid w:val="0021661E"/>
    <w:rsid w:val="00216BEF"/>
    <w:rsid w:val="00221B1D"/>
    <w:rsid w:val="00227783"/>
    <w:rsid w:val="00233F81"/>
    <w:rsid w:val="002419B1"/>
    <w:rsid w:val="00244B14"/>
    <w:rsid w:val="0024545A"/>
    <w:rsid w:val="00247469"/>
    <w:rsid w:val="00251DD8"/>
    <w:rsid w:val="002541BB"/>
    <w:rsid w:val="00254AE2"/>
    <w:rsid w:val="00257114"/>
    <w:rsid w:val="00260362"/>
    <w:rsid w:val="0026084F"/>
    <w:rsid w:val="0026143A"/>
    <w:rsid w:val="00261ABA"/>
    <w:rsid w:val="00262ECC"/>
    <w:rsid w:val="002634ED"/>
    <w:rsid w:val="002641C2"/>
    <w:rsid w:val="00265ACA"/>
    <w:rsid w:val="00275168"/>
    <w:rsid w:val="00275D03"/>
    <w:rsid w:val="00281194"/>
    <w:rsid w:val="00281AF9"/>
    <w:rsid w:val="00283A44"/>
    <w:rsid w:val="00285858"/>
    <w:rsid w:val="00290899"/>
    <w:rsid w:val="00295AD1"/>
    <w:rsid w:val="002A424E"/>
    <w:rsid w:val="002B358F"/>
    <w:rsid w:val="002B744C"/>
    <w:rsid w:val="002C088A"/>
    <w:rsid w:val="002C1BE9"/>
    <w:rsid w:val="002C3E77"/>
    <w:rsid w:val="002C4F88"/>
    <w:rsid w:val="002C7FA7"/>
    <w:rsid w:val="002D4E13"/>
    <w:rsid w:val="002E1656"/>
    <w:rsid w:val="002E606C"/>
    <w:rsid w:val="002F1C35"/>
    <w:rsid w:val="002F286C"/>
    <w:rsid w:val="002F298E"/>
    <w:rsid w:val="002F6926"/>
    <w:rsid w:val="00302DD1"/>
    <w:rsid w:val="0030668B"/>
    <w:rsid w:val="00310207"/>
    <w:rsid w:val="00315354"/>
    <w:rsid w:val="00317F1B"/>
    <w:rsid w:val="00326859"/>
    <w:rsid w:val="00326E12"/>
    <w:rsid w:val="00332567"/>
    <w:rsid w:val="00346B5F"/>
    <w:rsid w:val="00350D91"/>
    <w:rsid w:val="00353CC2"/>
    <w:rsid w:val="0035583D"/>
    <w:rsid w:val="00360615"/>
    <w:rsid w:val="00360F87"/>
    <w:rsid w:val="0037098E"/>
    <w:rsid w:val="00375297"/>
    <w:rsid w:val="00377856"/>
    <w:rsid w:val="003778D4"/>
    <w:rsid w:val="003973E5"/>
    <w:rsid w:val="003978F9"/>
    <w:rsid w:val="003A02A2"/>
    <w:rsid w:val="003A1185"/>
    <w:rsid w:val="003A6A19"/>
    <w:rsid w:val="003B2AA4"/>
    <w:rsid w:val="003B41DE"/>
    <w:rsid w:val="003B602C"/>
    <w:rsid w:val="003B6BAD"/>
    <w:rsid w:val="003C14ED"/>
    <w:rsid w:val="003C1F29"/>
    <w:rsid w:val="003C4693"/>
    <w:rsid w:val="003D1672"/>
    <w:rsid w:val="003D31B1"/>
    <w:rsid w:val="003D571A"/>
    <w:rsid w:val="003D5F58"/>
    <w:rsid w:val="003D626C"/>
    <w:rsid w:val="003D717B"/>
    <w:rsid w:val="003D7A05"/>
    <w:rsid w:val="003F1A82"/>
    <w:rsid w:val="003F55CA"/>
    <w:rsid w:val="003F677B"/>
    <w:rsid w:val="00402003"/>
    <w:rsid w:val="00410D28"/>
    <w:rsid w:val="00412C25"/>
    <w:rsid w:val="004134B9"/>
    <w:rsid w:val="0041352A"/>
    <w:rsid w:val="004161A0"/>
    <w:rsid w:val="00420E60"/>
    <w:rsid w:val="0042180B"/>
    <w:rsid w:val="00424071"/>
    <w:rsid w:val="0042418D"/>
    <w:rsid w:val="00424FC8"/>
    <w:rsid w:val="004255DA"/>
    <w:rsid w:val="00427DC2"/>
    <w:rsid w:val="0043037F"/>
    <w:rsid w:val="0043185C"/>
    <w:rsid w:val="0043661E"/>
    <w:rsid w:val="004432ED"/>
    <w:rsid w:val="00447B14"/>
    <w:rsid w:val="00453B23"/>
    <w:rsid w:val="00461A6C"/>
    <w:rsid w:val="004627E8"/>
    <w:rsid w:val="00464CEE"/>
    <w:rsid w:val="00465137"/>
    <w:rsid w:val="00470044"/>
    <w:rsid w:val="00470780"/>
    <w:rsid w:val="004716FE"/>
    <w:rsid w:val="00471B7F"/>
    <w:rsid w:val="00471EC6"/>
    <w:rsid w:val="00481051"/>
    <w:rsid w:val="004810E2"/>
    <w:rsid w:val="00485506"/>
    <w:rsid w:val="00486300"/>
    <w:rsid w:val="00486CCF"/>
    <w:rsid w:val="0048776A"/>
    <w:rsid w:val="00487EF8"/>
    <w:rsid w:val="00492058"/>
    <w:rsid w:val="004940C0"/>
    <w:rsid w:val="004950EC"/>
    <w:rsid w:val="00495701"/>
    <w:rsid w:val="00495E66"/>
    <w:rsid w:val="004A39D7"/>
    <w:rsid w:val="004A7633"/>
    <w:rsid w:val="004B1745"/>
    <w:rsid w:val="004B2371"/>
    <w:rsid w:val="004C1A65"/>
    <w:rsid w:val="004C1C97"/>
    <w:rsid w:val="004C28AD"/>
    <w:rsid w:val="004C4BB8"/>
    <w:rsid w:val="004C625B"/>
    <w:rsid w:val="004D3AC8"/>
    <w:rsid w:val="004D4349"/>
    <w:rsid w:val="004D572A"/>
    <w:rsid w:val="004E2DA0"/>
    <w:rsid w:val="004E5374"/>
    <w:rsid w:val="004E5FB4"/>
    <w:rsid w:val="004E7214"/>
    <w:rsid w:val="004F018D"/>
    <w:rsid w:val="004F1D5D"/>
    <w:rsid w:val="004F254A"/>
    <w:rsid w:val="004F358F"/>
    <w:rsid w:val="004F6F4A"/>
    <w:rsid w:val="0050049E"/>
    <w:rsid w:val="0050101B"/>
    <w:rsid w:val="00503588"/>
    <w:rsid w:val="005048DF"/>
    <w:rsid w:val="0051064C"/>
    <w:rsid w:val="00511CAB"/>
    <w:rsid w:val="00515967"/>
    <w:rsid w:val="0051607F"/>
    <w:rsid w:val="005173FD"/>
    <w:rsid w:val="00521E0A"/>
    <w:rsid w:val="00525A0B"/>
    <w:rsid w:val="005276D2"/>
    <w:rsid w:val="005423A7"/>
    <w:rsid w:val="005436D8"/>
    <w:rsid w:val="00544461"/>
    <w:rsid w:val="00546318"/>
    <w:rsid w:val="0054688A"/>
    <w:rsid w:val="00550EFA"/>
    <w:rsid w:val="00552EFF"/>
    <w:rsid w:val="005543CA"/>
    <w:rsid w:val="0055565F"/>
    <w:rsid w:val="00556A6C"/>
    <w:rsid w:val="00561032"/>
    <w:rsid w:val="005611FA"/>
    <w:rsid w:val="00570062"/>
    <w:rsid w:val="0057409D"/>
    <w:rsid w:val="0057710E"/>
    <w:rsid w:val="005779B2"/>
    <w:rsid w:val="00581CD8"/>
    <w:rsid w:val="0058652D"/>
    <w:rsid w:val="0058693E"/>
    <w:rsid w:val="00590476"/>
    <w:rsid w:val="00594561"/>
    <w:rsid w:val="005B09FE"/>
    <w:rsid w:val="005B0AD0"/>
    <w:rsid w:val="005B261F"/>
    <w:rsid w:val="005B5A5D"/>
    <w:rsid w:val="005D1872"/>
    <w:rsid w:val="005D414B"/>
    <w:rsid w:val="005E1B3A"/>
    <w:rsid w:val="005E3CE9"/>
    <w:rsid w:val="005E5A3A"/>
    <w:rsid w:val="005E64A9"/>
    <w:rsid w:val="005F1670"/>
    <w:rsid w:val="005F1D81"/>
    <w:rsid w:val="005F4726"/>
    <w:rsid w:val="006044C2"/>
    <w:rsid w:val="006115B1"/>
    <w:rsid w:val="006162D5"/>
    <w:rsid w:val="006240AE"/>
    <w:rsid w:val="0062622B"/>
    <w:rsid w:val="006328E8"/>
    <w:rsid w:val="00640102"/>
    <w:rsid w:val="00643121"/>
    <w:rsid w:val="0064340B"/>
    <w:rsid w:val="0064596F"/>
    <w:rsid w:val="0064656E"/>
    <w:rsid w:val="0064769A"/>
    <w:rsid w:val="006513C7"/>
    <w:rsid w:val="0065316B"/>
    <w:rsid w:val="006541E9"/>
    <w:rsid w:val="00660ACF"/>
    <w:rsid w:val="00664167"/>
    <w:rsid w:val="006666C4"/>
    <w:rsid w:val="006673FC"/>
    <w:rsid w:val="00667987"/>
    <w:rsid w:val="006750D9"/>
    <w:rsid w:val="0067782A"/>
    <w:rsid w:val="00677C7C"/>
    <w:rsid w:val="0068172F"/>
    <w:rsid w:val="00681B50"/>
    <w:rsid w:val="006904C4"/>
    <w:rsid w:val="00691ABC"/>
    <w:rsid w:val="00691B6F"/>
    <w:rsid w:val="0069424C"/>
    <w:rsid w:val="00695BC5"/>
    <w:rsid w:val="006A228A"/>
    <w:rsid w:val="006A5295"/>
    <w:rsid w:val="006B369B"/>
    <w:rsid w:val="006C4474"/>
    <w:rsid w:val="006C7CDD"/>
    <w:rsid w:val="006C7D5D"/>
    <w:rsid w:val="006D0253"/>
    <w:rsid w:val="006E0508"/>
    <w:rsid w:val="006E1DF4"/>
    <w:rsid w:val="006E2DF4"/>
    <w:rsid w:val="006E524D"/>
    <w:rsid w:val="006F0180"/>
    <w:rsid w:val="006F1C25"/>
    <w:rsid w:val="006F2F97"/>
    <w:rsid w:val="006F3783"/>
    <w:rsid w:val="006F707F"/>
    <w:rsid w:val="0070692C"/>
    <w:rsid w:val="007108E7"/>
    <w:rsid w:val="00713F7E"/>
    <w:rsid w:val="00717588"/>
    <w:rsid w:val="007215EA"/>
    <w:rsid w:val="00732FA9"/>
    <w:rsid w:val="007357D3"/>
    <w:rsid w:val="007359A5"/>
    <w:rsid w:val="0073729E"/>
    <w:rsid w:val="00741F06"/>
    <w:rsid w:val="00742BD1"/>
    <w:rsid w:val="007453E4"/>
    <w:rsid w:val="007463F0"/>
    <w:rsid w:val="0075035D"/>
    <w:rsid w:val="0075070B"/>
    <w:rsid w:val="0075427A"/>
    <w:rsid w:val="00756946"/>
    <w:rsid w:val="007575F0"/>
    <w:rsid w:val="00763498"/>
    <w:rsid w:val="0076629E"/>
    <w:rsid w:val="00766AEF"/>
    <w:rsid w:val="0077281E"/>
    <w:rsid w:val="00773A3F"/>
    <w:rsid w:val="00773F19"/>
    <w:rsid w:val="007748DA"/>
    <w:rsid w:val="00774990"/>
    <w:rsid w:val="00775303"/>
    <w:rsid w:val="007756A2"/>
    <w:rsid w:val="00780ACE"/>
    <w:rsid w:val="007820AF"/>
    <w:rsid w:val="00782689"/>
    <w:rsid w:val="00786B3A"/>
    <w:rsid w:val="00793058"/>
    <w:rsid w:val="0079618D"/>
    <w:rsid w:val="007A1995"/>
    <w:rsid w:val="007A2A6F"/>
    <w:rsid w:val="007B1419"/>
    <w:rsid w:val="007B23CA"/>
    <w:rsid w:val="007B34B8"/>
    <w:rsid w:val="007B7538"/>
    <w:rsid w:val="007C1EA3"/>
    <w:rsid w:val="007C3C86"/>
    <w:rsid w:val="007D07C8"/>
    <w:rsid w:val="007D09D3"/>
    <w:rsid w:val="007D311E"/>
    <w:rsid w:val="007D5A89"/>
    <w:rsid w:val="007D764A"/>
    <w:rsid w:val="007E1162"/>
    <w:rsid w:val="007F1690"/>
    <w:rsid w:val="007F1BD9"/>
    <w:rsid w:val="007F1D59"/>
    <w:rsid w:val="007F6017"/>
    <w:rsid w:val="007F7302"/>
    <w:rsid w:val="0080159B"/>
    <w:rsid w:val="00801D01"/>
    <w:rsid w:val="0080211A"/>
    <w:rsid w:val="00805CDB"/>
    <w:rsid w:val="00813289"/>
    <w:rsid w:val="00814571"/>
    <w:rsid w:val="00815153"/>
    <w:rsid w:val="00815B65"/>
    <w:rsid w:val="00821EFB"/>
    <w:rsid w:val="00824E3A"/>
    <w:rsid w:val="00827791"/>
    <w:rsid w:val="008279D1"/>
    <w:rsid w:val="00831318"/>
    <w:rsid w:val="00832B7B"/>
    <w:rsid w:val="0083334A"/>
    <w:rsid w:val="00834C1C"/>
    <w:rsid w:val="00840D89"/>
    <w:rsid w:val="008446F1"/>
    <w:rsid w:val="00851871"/>
    <w:rsid w:val="0086212C"/>
    <w:rsid w:val="008627A7"/>
    <w:rsid w:val="00863F9E"/>
    <w:rsid w:val="00865629"/>
    <w:rsid w:val="008735E0"/>
    <w:rsid w:val="0087751C"/>
    <w:rsid w:val="00880912"/>
    <w:rsid w:val="008821B0"/>
    <w:rsid w:val="008824D0"/>
    <w:rsid w:val="00884BD8"/>
    <w:rsid w:val="0089743D"/>
    <w:rsid w:val="008A03B2"/>
    <w:rsid w:val="008A2AE4"/>
    <w:rsid w:val="008A374C"/>
    <w:rsid w:val="008A73AA"/>
    <w:rsid w:val="008B043C"/>
    <w:rsid w:val="008C0569"/>
    <w:rsid w:val="008C4B2F"/>
    <w:rsid w:val="008C5DC4"/>
    <w:rsid w:val="008D3512"/>
    <w:rsid w:val="008D590D"/>
    <w:rsid w:val="008E0313"/>
    <w:rsid w:val="008F23FD"/>
    <w:rsid w:val="008F4557"/>
    <w:rsid w:val="008F7929"/>
    <w:rsid w:val="00900C8F"/>
    <w:rsid w:val="00902175"/>
    <w:rsid w:val="009038E1"/>
    <w:rsid w:val="00903DCB"/>
    <w:rsid w:val="009067E9"/>
    <w:rsid w:val="009108F2"/>
    <w:rsid w:val="00921A4B"/>
    <w:rsid w:val="00923287"/>
    <w:rsid w:val="009315AF"/>
    <w:rsid w:val="00936079"/>
    <w:rsid w:val="00940340"/>
    <w:rsid w:val="009419ED"/>
    <w:rsid w:val="009430AF"/>
    <w:rsid w:val="009438B8"/>
    <w:rsid w:val="00946768"/>
    <w:rsid w:val="00951637"/>
    <w:rsid w:val="0095451F"/>
    <w:rsid w:val="00955E50"/>
    <w:rsid w:val="0095602C"/>
    <w:rsid w:val="0095784A"/>
    <w:rsid w:val="0096476D"/>
    <w:rsid w:val="00972B0D"/>
    <w:rsid w:val="00974A5B"/>
    <w:rsid w:val="009757C9"/>
    <w:rsid w:val="009825D1"/>
    <w:rsid w:val="00992161"/>
    <w:rsid w:val="009921C3"/>
    <w:rsid w:val="00993B11"/>
    <w:rsid w:val="00995251"/>
    <w:rsid w:val="009A1D8C"/>
    <w:rsid w:val="009A2114"/>
    <w:rsid w:val="009A63EA"/>
    <w:rsid w:val="009B39AC"/>
    <w:rsid w:val="009B584E"/>
    <w:rsid w:val="009B68FE"/>
    <w:rsid w:val="009C7E74"/>
    <w:rsid w:val="009D0CB1"/>
    <w:rsid w:val="009D57F1"/>
    <w:rsid w:val="009D7DA2"/>
    <w:rsid w:val="009D7F7F"/>
    <w:rsid w:val="009E0001"/>
    <w:rsid w:val="009F2B62"/>
    <w:rsid w:val="009F2D32"/>
    <w:rsid w:val="009F3292"/>
    <w:rsid w:val="009F4E6E"/>
    <w:rsid w:val="009F6776"/>
    <w:rsid w:val="00A00262"/>
    <w:rsid w:val="00A00CD7"/>
    <w:rsid w:val="00A019BC"/>
    <w:rsid w:val="00A01A14"/>
    <w:rsid w:val="00A039BB"/>
    <w:rsid w:val="00A03E58"/>
    <w:rsid w:val="00A1488C"/>
    <w:rsid w:val="00A1661E"/>
    <w:rsid w:val="00A30C6D"/>
    <w:rsid w:val="00A31233"/>
    <w:rsid w:val="00A31AEB"/>
    <w:rsid w:val="00A320F3"/>
    <w:rsid w:val="00A324A0"/>
    <w:rsid w:val="00A33C62"/>
    <w:rsid w:val="00A34B3C"/>
    <w:rsid w:val="00A367BB"/>
    <w:rsid w:val="00A45187"/>
    <w:rsid w:val="00A455C5"/>
    <w:rsid w:val="00A4610E"/>
    <w:rsid w:val="00A47416"/>
    <w:rsid w:val="00A50975"/>
    <w:rsid w:val="00A52013"/>
    <w:rsid w:val="00A53249"/>
    <w:rsid w:val="00A545F7"/>
    <w:rsid w:val="00A56E7A"/>
    <w:rsid w:val="00A57F64"/>
    <w:rsid w:val="00A64968"/>
    <w:rsid w:val="00A65E90"/>
    <w:rsid w:val="00A66125"/>
    <w:rsid w:val="00A707FE"/>
    <w:rsid w:val="00A76D9A"/>
    <w:rsid w:val="00A77173"/>
    <w:rsid w:val="00A773B9"/>
    <w:rsid w:val="00A82BF3"/>
    <w:rsid w:val="00A92017"/>
    <w:rsid w:val="00A925F4"/>
    <w:rsid w:val="00A9634A"/>
    <w:rsid w:val="00A976B0"/>
    <w:rsid w:val="00AA44E1"/>
    <w:rsid w:val="00AA4633"/>
    <w:rsid w:val="00AA4BAD"/>
    <w:rsid w:val="00AA5BAA"/>
    <w:rsid w:val="00AA71B5"/>
    <w:rsid w:val="00AB4056"/>
    <w:rsid w:val="00AC0E2E"/>
    <w:rsid w:val="00AC59D3"/>
    <w:rsid w:val="00AD25F2"/>
    <w:rsid w:val="00AE3C42"/>
    <w:rsid w:val="00AE3CC4"/>
    <w:rsid w:val="00AE60C4"/>
    <w:rsid w:val="00AE7298"/>
    <w:rsid w:val="00AF2D04"/>
    <w:rsid w:val="00AF7795"/>
    <w:rsid w:val="00B00ACC"/>
    <w:rsid w:val="00B017E1"/>
    <w:rsid w:val="00B07D22"/>
    <w:rsid w:val="00B10E07"/>
    <w:rsid w:val="00B1108C"/>
    <w:rsid w:val="00B119D5"/>
    <w:rsid w:val="00B22910"/>
    <w:rsid w:val="00B2632E"/>
    <w:rsid w:val="00B31A2A"/>
    <w:rsid w:val="00B36025"/>
    <w:rsid w:val="00B44C73"/>
    <w:rsid w:val="00B46723"/>
    <w:rsid w:val="00B558F3"/>
    <w:rsid w:val="00B606FA"/>
    <w:rsid w:val="00B67683"/>
    <w:rsid w:val="00B73DAE"/>
    <w:rsid w:val="00B76EFB"/>
    <w:rsid w:val="00B84DF1"/>
    <w:rsid w:val="00B85B94"/>
    <w:rsid w:val="00B87552"/>
    <w:rsid w:val="00B87710"/>
    <w:rsid w:val="00B87A82"/>
    <w:rsid w:val="00B87F13"/>
    <w:rsid w:val="00BA0EFD"/>
    <w:rsid w:val="00BA2275"/>
    <w:rsid w:val="00BA411D"/>
    <w:rsid w:val="00BC1BD4"/>
    <w:rsid w:val="00BC38D7"/>
    <w:rsid w:val="00BC6808"/>
    <w:rsid w:val="00BC7480"/>
    <w:rsid w:val="00BD0DA7"/>
    <w:rsid w:val="00BD16A5"/>
    <w:rsid w:val="00BE2796"/>
    <w:rsid w:val="00BE4194"/>
    <w:rsid w:val="00BF6E2D"/>
    <w:rsid w:val="00BF7425"/>
    <w:rsid w:val="00BF7F09"/>
    <w:rsid w:val="00C041B7"/>
    <w:rsid w:val="00C056A9"/>
    <w:rsid w:val="00C07B29"/>
    <w:rsid w:val="00C13152"/>
    <w:rsid w:val="00C15012"/>
    <w:rsid w:val="00C26FF8"/>
    <w:rsid w:val="00C27A24"/>
    <w:rsid w:val="00C27DAC"/>
    <w:rsid w:val="00C30581"/>
    <w:rsid w:val="00C330F6"/>
    <w:rsid w:val="00C334EE"/>
    <w:rsid w:val="00C43B70"/>
    <w:rsid w:val="00C44508"/>
    <w:rsid w:val="00C45AE8"/>
    <w:rsid w:val="00C52D07"/>
    <w:rsid w:val="00C54AFA"/>
    <w:rsid w:val="00C54B2C"/>
    <w:rsid w:val="00C55741"/>
    <w:rsid w:val="00C62381"/>
    <w:rsid w:val="00C63BCE"/>
    <w:rsid w:val="00C65767"/>
    <w:rsid w:val="00C768C0"/>
    <w:rsid w:val="00C7766E"/>
    <w:rsid w:val="00C81E84"/>
    <w:rsid w:val="00C83436"/>
    <w:rsid w:val="00C834C6"/>
    <w:rsid w:val="00C84540"/>
    <w:rsid w:val="00C9043D"/>
    <w:rsid w:val="00C92B36"/>
    <w:rsid w:val="00C92BEE"/>
    <w:rsid w:val="00C932F1"/>
    <w:rsid w:val="00C94ECD"/>
    <w:rsid w:val="00C9614C"/>
    <w:rsid w:val="00C97381"/>
    <w:rsid w:val="00CA490B"/>
    <w:rsid w:val="00CA7925"/>
    <w:rsid w:val="00CB054F"/>
    <w:rsid w:val="00CB06D0"/>
    <w:rsid w:val="00CB1EC6"/>
    <w:rsid w:val="00CB2C63"/>
    <w:rsid w:val="00CB44CE"/>
    <w:rsid w:val="00CC1204"/>
    <w:rsid w:val="00CC7D45"/>
    <w:rsid w:val="00CD3D73"/>
    <w:rsid w:val="00CD5A8C"/>
    <w:rsid w:val="00CD6971"/>
    <w:rsid w:val="00CD6CFF"/>
    <w:rsid w:val="00CE35C5"/>
    <w:rsid w:val="00CE42B3"/>
    <w:rsid w:val="00CE6355"/>
    <w:rsid w:val="00CF031D"/>
    <w:rsid w:val="00CF328D"/>
    <w:rsid w:val="00D026BF"/>
    <w:rsid w:val="00D03B63"/>
    <w:rsid w:val="00D10066"/>
    <w:rsid w:val="00D12248"/>
    <w:rsid w:val="00D1385A"/>
    <w:rsid w:val="00D178BE"/>
    <w:rsid w:val="00D25E72"/>
    <w:rsid w:val="00D312B8"/>
    <w:rsid w:val="00D33194"/>
    <w:rsid w:val="00D33F5E"/>
    <w:rsid w:val="00D43551"/>
    <w:rsid w:val="00D4753E"/>
    <w:rsid w:val="00D53C30"/>
    <w:rsid w:val="00D55B85"/>
    <w:rsid w:val="00D56494"/>
    <w:rsid w:val="00D571BD"/>
    <w:rsid w:val="00D65113"/>
    <w:rsid w:val="00D6557B"/>
    <w:rsid w:val="00D658CC"/>
    <w:rsid w:val="00D66360"/>
    <w:rsid w:val="00D7079A"/>
    <w:rsid w:val="00D746B0"/>
    <w:rsid w:val="00D7544D"/>
    <w:rsid w:val="00D85E3C"/>
    <w:rsid w:val="00D8602D"/>
    <w:rsid w:val="00D917E3"/>
    <w:rsid w:val="00D92318"/>
    <w:rsid w:val="00D95676"/>
    <w:rsid w:val="00D95F57"/>
    <w:rsid w:val="00DA01D8"/>
    <w:rsid w:val="00DB038A"/>
    <w:rsid w:val="00DB3150"/>
    <w:rsid w:val="00DB4230"/>
    <w:rsid w:val="00DB4800"/>
    <w:rsid w:val="00DB5AA1"/>
    <w:rsid w:val="00DC2B80"/>
    <w:rsid w:val="00DC2CCA"/>
    <w:rsid w:val="00DC3DBE"/>
    <w:rsid w:val="00DC49E5"/>
    <w:rsid w:val="00DD567D"/>
    <w:rsid w:val="00DE1C99"/>
    <w:rsid w:val="00DE734A"/>
    <w:rsid w:val="00DE7D6B"/>
    <w:rsid w:val="00DF4C9B"/>
    <w:rsid w:val="00DF5B5D"/>
    <w:rsid w:val="00DF66C2"/>
    <w:rsid w:val="00E003EE"/>
    <w:rsid w:val="00E04D5C"/>
    <w:rsid w:val="00E0773C"/>
    <w:rsid w:val="00E11C06"/>
    <w:rsid w:val="00E13BA8"/>
    <w:rsid w:val="00E147C3"/>
    <w:rsid w:val="00E16C89"/>
    <w:rsid w:val="00E20712"/>
    <w:rsid w:val="00E22B70"/>
    <w:rsid w:val="00E2307E"/>
    <w:rsid w:val="00E249C8"/>
    <w:rsid w:val="00E27BDB"/>
    <w:rsid w:val="00E27D20"/>
    <w:rsid w:val="00E32E22"/>
    <w:rsid w:val="00E33B8D"/>
    <w:rsid w:val="00E3632C"/>
    <w:rsid w:val="00E370B5"/>
    <w:rsid w:val="00E40F71"/>
    <w:rsid w:val="00E42699"/>
    <w:rsid w:val="00E438BE"/>
    <w:rsid w:val="00E46560"/>
    <w:rsid w:val="00E47DE4"/>
    <w:rsid w:val="00E50678"/>
    <w:rsid w:val="00E53E35"/>
    <w:rsid w:val="00E559A1"/>
    <w:rsid w:val="00E561C9"/>
    <w:rsid w:val="00E56E24"/>
    <w:rsid w:val="00E609A6"/>
    <w:rsid w:val="00E60F6E"/>
    <w:rsid w:val="00E67E54"/>
    <w:rsid w:val="00E7114E"/>
    <w:rsid w:val="00E7122E"/>
    <w:rsid w:val="00E732D1"/>
    <w:rsid w:val="00E73621"/>
    <w:rsid w:val="00E76AA3"/>
    <w:rsid w:val="00E80A7C"/>
    <w:rsid w:val="00E821DB"/>
    <w:rsid w:val="00E82CB6"/>
    <w:rsid w:val="00E82F04"/>
    <w:rsid w:val="00E84A09"/>
    <w:rsid w:val="00E84FF4"/>
    <w:rsid w:val="00E8632D"/>
    <w:rsid w:val="00E86BD6"/>
    <w:rsid w:val="00E87291"/>
    <w:rsid w:val="00E913E7"/>
    <w:rsid w:val="00E92DFC"/>
    <w:rsid w:val="00E940C0"/>
    <w:rsid w:val="00E94D5C"/>
    <w:rsid w:val="00E94DE3"/>
    <w:rsid w:val="00E97D9C"/>
    <w:rsid w:val="00E97F49"/>
    <w:rsid w:val="00EA3442"/>
    <w:rsid w:val="00EA4CEF"/>
    <w:rsid w:val="00EA7E5A"/>
    <w:rsid w:val="00EB4D1D"/>
    <w:rsid w:val="00EC1921"/>
    <w:rsid w:val="00EC3108"/>
    <w:rsid w:val="00EC4E95"/>
    <w:rsid w:val="00EC6F35"/>
    <w:rsid w:val="00ED0763"/>
    <w:rsid w:val="00ED1773"/>
    <w:rsid w:val="00ED2C00"/>
    <w:rsid w:val="00ED3256"/>
    <w:rsid w:val="00ED3CF8"/>
    <w:rsid w:val="00ED6505"/>
    <w:rsid w:val="00ED728A"/>
    <w:rsid w:val="00EE30EC"/>
    <w:rsid w:val="00EE3C29"/>
    <w:rsid w:val="00EE6182"/>
    <w:rsid w:val="00EE7A65"/>
    <w:rsid w:val="00EF1024"/>
    <w:rsid w:val="00EF6E9E"/>
    <w:rsid w:val="00F053C0"/>
    <w:rsid w:val="00F05D9F"/>
    <w:rsid w:val="00F05E85"/>
    <w:rsid w:val="00F06FCF"/>
    <w:rsid w:val="00F07C43"/>
    <w:rsid w:val="00F11B68"/>
    <w:rsid w:val="00F12C76"/>
    <w:rsid w:val="00F14D45"/>
    <w:rsid w:val="00F15265"/>
    <w:rsid w:val="00F213D4"/>
    <w:rsid w:val="00F21DDC"/>
    <w:rsid w:val="00F2293E"/>
    <w:rsid w:val="00F26883"/>
    <w:rsid w:val="00F27580"/>
    <w:rsid w:val="00F37C8E"/>
    <w:rsid w:val="00F41DCC"/>
    <w:rsid w:val="00F43BA9"/>
    <w:rsid w:val="00F44E7F"/>
    <w:rsid w:val="00F46A1C"/>
    <w:rsid w:val="00F47ACB"/>
    <w:rsid w:val="00F50E2C"/>
    <w:rsid w:val="00F52031"/>
    <w:rsid w:val="00F52BA0"/>
    <w:rsid w:val="00F55764"/>
    <w:rsid w:val="00F56822"/>
    <w:rsid w:val="00F641E7"/>
    <w:rsid w:val="00F667DC"/>
    <w:rsid w:val="00F706B9"/>
    <w:rsid w:val="00F7191E"/>
    <w:rsid w:val="00F7679C"/>
    <w:rsid w:val="00F777BA"/>
    <w:rsid w:val="00F81B68"/>
    <w:rsid w:val="00F8202C"/>
    <w:rsid w:val="00F833C6"/>
    <w:rsid w:val="00F873A0"/>
    <w:rsid w:val="00F9780A"/>
    <w:rsid w:val="00FA2030"/>
    <w:rsid w:val="00FA3BF8"/>
    <w:rsid w:val="00FA6978"/>
    <w:rsid w:val="00FB5042"/>
    <w:rsid w:val="00FC0CB2"/>
    <w:rsid w:val="00FC250D"/>
    <w:rsid w:val="00FC65D1"/>
    <w:rsid w:val="00FC66D3"/>
    <w:rsid w:val="00FD36D6"/>
    <w:rsid w:val="00FD4FAE"/>
    <w:rsid w:val="00FD71FC"/>
    <w:rsid w:val="00FE24B8"/>
    <w:rsid w:val="00FE62B1"/>
    <w:rsid w:val="00FF0EBF"/>
    <w:rsid w:val="00FF1745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1BB6E0"/>
  <w15:docId w15:val="{1F14FC47-E858-4DE1-8A1B-6C0F7ADE1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PGE_tekst_zwykly"/>
    <w:qFormat/>
    <w:rsid w:val="0080211A"/>
    <w:pPr>
      <w:spacing w:line="300" w:lineRule="auto"/>
    </w:pPr>
    <w:rPr>
      <w:rFonts w:ascii="Calibri" w:eastAsia="Times New Roman" w:hAnsi="Calibri"/>
      <w:color w:val="191919"/>
      <w:sz w:val="22"/>
    </w:rPr>
  </w:style>
  <w:style w:type="paragraph" w:styleId="Nagwek1">
    <w:name w:val="heading 1"/>
    <w:next w:val="Normalny"/>
    <w:link w:val="Nagwek1Znak"/>
    <w:uiPriority w:val="9"/>
    <w:unhideWhenUsed/>
    <w:qFormat/>
    <w:rsid w:val="00A324A0"/>
    <w:pPr>
      <w:keepNext/>
      <w:keepLines/>
      <w:numPr>
        <w:numId w:val="2"/>
      </w:numPr>
      <w:spacing w:line="259" w:lineRule="auto"/>
      <w:ind w:right="4"/>
      <w:outlineLvl w:val="0"/>
    </w:pPr>
    <w:rPr>
      <w:rFonts w:ascii="Calibri" w:eastAsia="Calibri" w:hAnsi="Calibri" w:cs="Calibri"/>
      <w:b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ytulrozdzial">
    <w:name w:val="styl_tytul_rozdzial"/>
    <w:basedOn w:val="Normalny"/>
    <w:next w:val="Normalny"/>
    <w:autoRedefine/>
    <w:rsid w:val="00CE6355"/>
    <w:pPr>
      <w:widowControl w:val="0"/>
      <w:autoSpaceDE w:val="0"/>
      <w:autoSpaceDN w:val="0"/>
      <w:adjustRightInd w:val="0"/>
      <w:spacing w:line="360" w:lineRule="auto"/>
    </w:pPr>
    <w:rPr>
      <w:b/>
      <w:color w:val="E60007"/>
      <w:sz w:val="36"/>
      <w:szCs w:val="36"/>
      <w:lang w:val="en-US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</w:style>
  <w:style w:type="paragraph" w:customStyle="1" w:styleId="PGEdata">
    <w:name w:val="PGE_data"/>
    <w:basedOn w:val="Normalny"/>
    <w:autoRedefine/>
    <w:qFormat/>
    <w:rsid w:val="00B31A2A"/>
    <w:pPr>
      <w:spacing w:after="40"/>
    </w:pPr>
    <w:rPr>
      <w:rFonts w:asciiTheme="minorHAnsi" w:hAnsiTheme="minorHAnsi" w:cstheme="minorHAnsi"/>
      <w:szCs w:val="22"/>
    </w:rPr>
  </w:style>
  <w:style w:type="paragraph" w:customStyle="1" w:styleId="PGEadresat">
    <w:name w:val="PGE_adresat"/>
    <w:basedOn w:val="Normalny"/>
    <w:autoRedefine/>
    <w:qFormat/>
    <w:rsid w:val="0080211A"/>
    <w:pPr>
      <w:jc w:val="right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paragraph" w:customStyle="1" w:styleId="PGEwroznienie">
    <w:name w:val="PGE_wroznienie"/>
    <w:basedOn w:val="Normalny"/>
    <w:autoRedefine/>
    <w:qFormat/>
    <w:rsid w:val="0080211A"/>
    <w:rPr>
      <w:b/>
      <w:color w:val="002060"/>
      <w:sz w:val="26"/>
      <w:szCs w:val="26"/>
      <w:lang w:val="en-US"/>
    </w:r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590476"/>
    <w:rPr>
      <w:color w:val="0000FF" w:themeColor="hyperlink"/>
      <w:u w:val="single"/>
    </w:rPr>
  </w:style>
  <w:style w:type="paragraph" w:styleId="Akapitzlist">
    <w:name w:val="List Paragraph"/>
    <w:aliases w:val="Punktowanie,Akapit z listą;1_literowka,Literowanie,1_literowka,1) AaA,RR PGE Akapit z listą,Akapit z listą1,1_literowka Znak Znak,Literowanie Znak Znak,RR PGE Akapit z listą Znak Znak,Normal,Akapit z listą3,Akapit z listą31,Wypunktowanie"/>
    <w:basedOn w:val="Normalny"/>
    <w:link w:val="AkapitzlistZnak"/>
    <w:uiPriority w:val="34"/>
    <w:qFormat/>
    <w:rsid w:val="00B31A2A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8F4557"/>
    <w:pPr>
      <w:spacing w:line="240" w:lineRule="auto"/>
      <w:jc w:val="center"/>
    </w:pPr>
    <w:rPr>
      <w:rFonts w:ascii="Times New Roman" w:hAnsi="Times New Roman"/>
      <w:b/>
      <w:bCs/>
      <w:color w:val="auto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F4557"/>
    <w:rPr>
      <w:rFonts w:ascii="Times New Roman" w:eastAsia="Times New Roman" w:hAnsi="Times New Roman"/>
      <w:b/>
      <w:bCs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5F5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8A37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6F70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9B584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9B584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kapitzlistZnak">
    <w:name w:val="Akapit z listą Znak"/>
    <w:aliases w:val="Punktowanie Znak,Akapit z listą;1_literowka Znak,Literowanie Znak,1_literowka Znak,1) AaA Znak,RR PGE Akapit z listą Znak,Akapit z listą1 Znak,1_literowka Znak Znak Znak,Literowanie Znak Znak Znak,RR PGE Akapit z listą Znak Znak Znak"/>
    <w:basedOn w:val="Domylnaczcionkaakapitu"/>
    <w:link w:val="Akapitzlist"/>
    <w:uiPriority w:val="34"/>
    <w:qFormat/>
    <w:locked/>
    <w:rsid w:val="00E27D20"/>
    <w:rPr>
      <w:rFonts w:ascii="Calibri" w:eastAsia="Times New Roman" w:hAnsi="Calibri"/>
      <w:color w:val="191919"/>
      <w:sz w:val="22"/>
    </w:rPr>
  </w:style>
  <w:style w:type="paragraph" w:customStyle="1" w:styleId="Default">
    <w:name w:val="Default"/>
    <w:rsid w:val="00A82BF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31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B3150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3150"/>
    <w:rPr>
      <w:rFonts w:ascii="Calibri" w:eastAsia="Times New Roman" w:hAnsi="Calibri"/>
      <w:color w:val="191919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1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61A0"/>
    <w:rPr>
      <w:rFonts w:ascii="Calibri" w:eastAsia="Times New Roman" w:hAnsi="Calibri"/>
      <w:b/>
      <w:bCs/>
      <w:color w:val="191919"/>
    </w:rPr>
  </w:style>
  <w:style w:type="paragraph" w:styleId="Tekstprzypisudolnego">
    <w:name w:val="footnote text"/>
    <w:basedOn w:val="Normalny"/>
    <w:link w:val="TekstprzypisudolnegoZnak"/>
    <w:rsid w:val="004161A0"/>
    <w:pPr>
      <w:spacing w:line="240" w:lineRule="auto"/>
    </w:pPr>
    <w:rPr>
      <w:rFonts w:ascii="Times New Roman" w:hAnsi="Times New Roman"/>
      <w:color w:val="auto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161A0"/>
    <w:rPr>
      <w:rFonts w:ascii="Times New Roman" w:eastAsia="Times New Roman" w:hAnsi="Times New Roman"/>
    </w:rPr>
  </w:style>
  <w:style w:type="character" w:styleId="Odwoanieprzypisudolnego">
    <w:name w:val="footnote reference"/>
    <w:rsid w:val="004161A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324A0"/>
    <w:rPr>
      <w:rFonts w:ascii="Calibri" w:eastAsia="Calibri" w:hAnsi="Calibri" w:cs="Calibri"/>
      <w:b/>
      <w:color w:val="000000"/>
      <w:sz w:val="22"/>
      <w:szCs w:val="22"/>
    </w:rPr>
  </w:style>
  <w:style w:type="table" w:customStyle="1" w:styleId="TableGrid">
    <w:name w:val="TableGrid"/>
    <w:rsid w:val="00DE7D6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E559A1"/>
    <w:rPr>
      <w:rFonts w:ascii="Calibri" w:eastAsia="Times New Roman" w:hAnsi="Calibri"/>
      <w:color w:val="191919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0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0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pgegiek.pl/Przetargi/Przetargi-zakupow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efaktura.giek@archidoc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!!!Dysk\Papier%20firmowy\PGE_GiEK_SA_papier_firmowy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696D666F006F442AA9CC46CC02455BE" ma:contentTypeVersion="0" ma:contentTypeDescription="SWPP2 Dokument bazowy" ma:contentTypeScope="" ma:versionID="b11a85687bd300a3e9983f79ae407f2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9cb1c7-c5c7-46d4-85ae-d83685407bba">UFFPNC7AYYXC-485694627-23132</_dlc_DocId>
    <_dlc_DocIdUrl xmlns="a19cb1c7-c5c7-46d4-85ae-d83685407bba">
      <Url>https://swpp2.dms.gkpge.pl/sites/34/_layouts/15/DocIdRedir.aspx?ID=UFFPNC7AYYXC-485694627-23132</Url>
      <Description>UFFPNC7AYYXC-485694627-23132</Description>
    </_dlc_DocIdUrl>
    <dmsv2BaseFileName xmlns="http://schemas.microsoft.com/sharepoint/v3">Zał. nr 2 do Zaproszenia - Projekt Zamówienia Usługi.docx</dmsv2BaseFileName>
    <dmsv2BaseDisplayName xmlns="http://schemas.microsoft.com/sharepoint/v3">Zał. nr 2 do Zaproszenia - Projekt Zamówienia Usługi</dmsv2BaseDisplayName>
    <dmsv2SWPP2ObjectNumber xmlns="http://schemas.microsoft.com/sharepoint/v3">POST/GEK/CSS/FZR/00431/2025                       </dmsv2SWPP2ObjectNumber>
    <dmsv2SWPP2SumMD5 xmlns="http://schemas.microsoft.com/sharepoint/v3">fcc611bcb25a71cab1d7dff9ad1dd89b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668690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21666485</dmsv2BaseClientSystemDocumentID>
    <dmsv2BaseModifiedByID xmlns="http://schemas.microsoft.com/sharepoint/v3">14003912</dmsv2BaseModifiedByID>
    <dmsv2BaseCreatedByID xmlns="http://schemas.microsoft.com/sharepoint/v3">14003912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AC9ECC8-F38B-46B8-B4B4-3C602D19C0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FACCED-EE94-4AB4-9510-30EAE454C4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26D91F-B9BB-4CE8-9890-853A8B01BE58}">
  <ds:schemaRefs>
    <ds:schemaRef ds:uri="http://schemas.microsoft.com/office/2006/metadata/properties"/>
    <ds:schemaRef ds:uri="http://schemas.microsoft.com/office/infopath/2007/PartnerControls"/>
    <ds:schemaRef ds:uri="a19cb1c7-c5c7-46d4-85ae-d83685407bba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24F917E-C12F-4116-9B7B-A799440E789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BD8FFDF-81B2-4B6C-A667-FC6780A0717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PGE_GiEK_SA_papier_firmowy_szablon</Template>
  <TotalTime>5</TotalTime>
  <Pages>1</Pages>
  <Words>403</Words>
  <Characters>2423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Xeon</dc:creator>
  <cp:lastModifiedBy>Adaszek Julita [PGE GiEK S.A.]</cp:lastModifiedBy>
  <cp:revision>6</cp:revision>
  <cp:lastPrinted>2020-02-19T09:03:00Z</cp:lastPrinted>
  <dcterms:created xsi:type="dcterms:W3CDTF">2025-11-28T09:53:00Z</dcterms:created>
  <dcterms:modified xsi:type="dcterms:W3CDTF">2025-12-01T09:19:00Z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0x0101891000D696D666F006F442AA9CC46CC02455BE</vt:lpwstr>
  </property>
  <property fmtid="{D5CDD505-2E9C-101B-9397-08002B2CF9AE}" pid="3" name="_dlc_DocIdItemGuid">
    <vt:lpwstr>4585bf40-bd16-439b-afbd-70b1dfec8e5c</vt:lpwstr>
  </property>
  <property fmtid="{D5CDD505-2E9C-101B-9397-08002B2CF9AE}" pid="4" name="ClassificationContentMarkingHeaderShapeIds">
    <vt:lpwstr>2274b6b9,70d00e38,30edda04</vt:lpwstr>
  </property>
  <property fmtid="{D5CDD505-2E9C-101B-9397-08002B2CF9AE}" pid="5" name="ClassificationContentMarkingHeaderFontProps">
    <vt:lpwstr>#ff8000,10,Calibri</vt:lpwstr>
  </property>
  <property fmtid="{D5CDD505-2E9C-101B-9397-08002B2CF9AE}" pid="6" name="ClassificationContentMarkingHeaderText">
    <vt:lpwstr>Chronione</vt:lpwstr>
  </property>
  <property fmtid="{D5CDD505-2E9C-101B-9397-08002B2CF9AE}" pid="7" name="MSIP_Label_44c1d064-c8ff-4fa9-8412-64fa9b81d496_Enabled">
    <vt:lpwstr>true</vt:lpwstr>
  </property>
  <property fmtid="{D5CDD505-2E9C-101B-9397-08002B2CF9AE}" pid="8" name="MSIP_Label_44c1d064-c8ff-4fa9-8412-64fa9b81d496_SetDate">
    <vt:lpwstr>2025-11-19T06:56:00Z</vt:lpwstr>
  </property>
  <property fmtid="{D5CDD505-2E9C-101B-9397-08002B2CF9AE}" pid="9" name="MSIP_Label_44c1d064-c8ff-4fa9-8412-64fa9b81d496_Method">
    <vt:lpwstr>Privileged</vt:lpwstr>
  </property>
  <property fmtid="{D5CDD505-2E9C-101B-9397-08002B2CF9AE}" pid="10" name="MSIP_Label_44c1d064-c8ff-4fa9-8412-64fa9b81d496_Name">
    <vt:lpwstr>Chronione</vt:lpwstr>
  </property>
  <property fmtid="{D5CDD505-2E9C-101B-9397-08002B2CF9AE}" pid="11" name="MSIP_Label_44c1d064-c8ff-4fa9-8412-64fa9b81d496_SiteId">
    <vt:lpwstr>e9895a11-04dc-4848-aa12-7fca9faefb60</vt:lpwstr>
  </property>
  <property fmtid="{D5CDD505-2E9C-101B-9397-08002B2CF9AE}" pid="12" name="MSIP_Label_44c1d064-c8ff-4fa9-8412-64fa9b81d496_ActionId">
    <vt:lpwstr>47ba5aa3-d78d-405e-b5df-0216ddaf27a5</vt:lpwstr>
  </property>
  <property fmtid="{D5CDD505-2E9C-101B-9397-08002B2CF9AE}" pid="13" name="MSIP_Label_44c1d064-c8ff-4fa9-8412-64fa9b81d496_ContentBits">
    <vt:lpwstr>1</vt:lpwstr>
  </property>
</Properties>
</file>